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030" w:rsidRPr="00235E62" w:rsidRDefault="00770030" w:rsidP="00235E62">
      <w:pPr>
        <w:rPr>
          <w:b/>
          <w:lang w:val="en-US"/>
        </w:rPr>
      </w:pPr>
    </w:p>
    <w:p w:rsidR="005C6F10" w:rsidRPr="00B32852" w:rsidRDefault="005662B8" w:rsidP="00235E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60"/>
        <w:rPr>
          <w:b/>
          <w:sz w:val="32"/>
          <w:szCs w:val="32"/>
          <w:lang w:val="en-US"/>
        </w:rPr>
      </w:pPr>
      <w:r w:rsidRPr="00B32852">
        <w:rPr>
          <w:b/>
          <w:sz w:val="32"/>
          <w:szCs w:val="32"/>
          <w:lang w:val="en-US"/>
        </w:rPr>
        <w:t>Module name</w:t>
      </w:r>
      <w:r w:rsidR="005C6F10" w:rsidRPr="00B32852">
        <w:rPr>
          <w:sz w:val="32"/>
          <w:szCs w:val="32"/>
          <w:lang w:val="en-US"/>
        </w:rPr>
        <w:t xml:space="preserve">: </w:t>
      </w:r>
      <w:sdt>
        <w:sdtPr>
          <w:rPr>
            <w:sz w:val="32"/>
            <w:szCs w:val="32"/>
          </w:rPr>
          <w:id w:val="-1360116791"/>
          <w:placeholder>
            <w:docPart w:val="D6EC6ED2800A4B7A9C2E6EC444FCD07A"/>
          </w:placeholder>
          <w:showingPlcHdr/>
        </w:sdtPr>
        <w:sdtEndPr/>
        <w:sdtContent>
          <w:bookmarkStart w:id="0" w:name="_GoBack"/>
          <w:r w:rsidR="00B32852" w:rsidRPr="001719A9">
            <w:rPr>
              <w:rStyle w:val="Platzhaltertext"/>
              <w:b/>
              <w:sz w:val="32"/>
              <w:szCs w:val="32"/>
              <w:lang w:val="en-US"/>
            </w:rPr>
            <w:t>Please insert the (planned) name of the module</w:t>
          </w:r>
          <w:bookmarkEnd w:id="0"/>
        </w:sdtContent>
      </w:sdt>
    </w:p>
    <w:p w:rsidR="005C6F10" w:rsidRPr="00B32852" w:rsidRDefault="005662B8" w:rsidP="00235E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8562"/>
        </w:tabs>
        <w:rPr>
          <w:color w:val="7F7F7F" w:themeColor="text1" w:themeTint="80"/>
          <w:sz w:val="20"/>
          <w:szCs w:val="20"/>
          <w:lang w:val="en-US"/>
        </w:rPr>
      </w:pPr>
      <w:r w:rsidRPr="00B32852">
        <w:rPr>
          <w:color w:val="7F7F7F" w:themeColor="text1" w:themeTint="80"/>
          <w:sz w:val="20"/>
          <w:szCs w:val="20"/>
          <w:lang w:val="en-US"/>
        </w:rPr>
        <w:t xml:space="preserve">Module </w:t>
      </w:r>
      <w:r w:rsidR="001719A9">
        <w:rPr>
          <w:color w:val="7F7F7F" w:themeColor="text1" w:themeTint="80"/>
          <w:sz w:val="20"/>
          <w:szCs w:val="20"/>
          <w:lang w:val="en-US"/>
        </w:rPr>
        <w:t>code</w:t>
      </w:r>
      <w:r w:rsidRPr="00B32852">
        <w:rPr>
          <w:color w:val="7F7F7F" w:themeColor="text1" w:themeTint="80"/>
          <w:sz w:val="20"/>
          <w:szCs w:val="20"/>
          <w:lang w:val="en-US"/>
        </w:rPr>
        <w:t xml:space="preserve"> </w:t>
      </w:r>
      <w:r w:rsidR="005C6F10" w:rsidRPr="00B32852">
        <w:rPr>
          <w:color w:val="7F7F7F" w:themeColor="text1" w:themeTint="80"/>
          <w:sz w:val="20"/>
          <w:szCs w:val="20"/>
          <w:lang w:val="en-US"/>
        </w:rPr>
        <w:t>(</w:t>
      </w:r>
      <w:r w:rsidRPr="00B32852">
        <w:rPr>
          <w:color w:val="7F7F7F" w:themeColor="text1" w:themeTint="80"/>
          <w:sz w:val="20"/>
          <w:szCs w:val="20"/>
          <w:lang w:val="en-US"/>
        </w:rPr>
        <w:t>if applicable</w:t>
      </w:r>
      <w:r w:rsidR="005C6F10" w:rsidRPr="00B32852">
        <w:rPr>
          <w:color w:val="7F7F7F" w:themeColor="text1" w:themeTint="80"/>
          <w:sz w:val="20"/>
          <w:szCs w:val="20"/>
          <w:lang w:val="en-US"/>
        </w:rPr>
        <w:t xml:space="preserve">): </w:t>
      </w:r>
      <w:sdt>
        <w:sdtPr>
          <w:rPr>
            <w:color w:val="7F7F7F" w:themeColor="text1" w:themeTint="80"/>
            <w:sz w:val="20"/>
            <w:szCs w:val="20"/>
          </w:rPr>
          <w:id w:val="-832143667"/>
          <w:placeholder>
            <w:docPart w:val="746A9027F6344C2C8284910997857B9E"/>
          </w:placeholder>
          <w:showingPlcHdr/>
        </w:sdtPr>
        <w:sdtEndPr/>
        <w:sdtContent>
          <w:r w:rsidR="00B32852">
            <w:rPr>
              <w:rStyle w:val="Platzhaltertext"/>
              <w:lang w:val="en-US"/>
            </w:rPr>
            <w:t>Insert abbreviation of module if there exist</w:t>
          </w:r>
          <w:r w:rsidR="001719A9">
            <w:rPr>
              <w:rStyle w:val="Platzhaltertext"/>
              <w:lang w:val="en-US"/>
            </w:rPr>
            <w:t>s</w:t>
          </w:r>
        </w:sdtContent>
      </w:sdt>
    </w:p>
    <w:p w:rsidR="00D63B68" w:rsidRPr="005662B8" w:rsidRDefault="005662B8" w:rsidP="00235E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40" w:after="60"/>
        <w:rPr>
          <w:lang w:val="en-US"/>
        </w:rPr>
      </w:pPr>
      <w:r w:rsidRPr="005662B8">
        <w:rPr>
          <w:lang w:val="en-US"/>
        </w:rPr>
        <w:t>Adaptation of existing Theory Module</w:t>
      </w:r>
      <w:r w:rsidR="00D63B68" w:rsidRPr="005662B8">
        <w:rPr>
          <w:lang w:val="en-US"/>
        </w:rPr>
        <w:t xml:space="preserve">: </w:t>
      </w:r>
      <w:sdt>
        <w:sdtPr>
          <w:rPr>
            <w:lang w:val="en-US"/>
          </w:rPr>
          <w:id w:val="1563523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662B8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D63B68" w:rsidRPr="00B32852" w:rsidRDefault="005662B8" w:rsidP="00235E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lang w:val="en-US"/>
        </w:rPr>
      </w:pPr>
      <w:r w:rsidRPr="00B32852">
        <w:rPr>
          <w:lang w:val="en-US"/>
        </w:rPr>
        <w:t>New Theory</w:t>
      </w:r>
      <w:r w:rsidR="00D63B68" w:rsidRPr="00B32852">
        <w:rPr>
          <w:lang w:val="en-US"/>
        </w:rPr>
        <w:t xml:space="preserve"> Modul</w:t>
      </w:r>
      <w:r w:rsidRPr="00B32852">
        <w:rPr>
          <w:lang w:val="en-US"/>
        </w:rPr>
        <w:t>e</w:t>
      </w:r>
      <w:r w:rsidR="00D63B68" w:rsidRPr="00B32852">
        <w:rPr>
          <w:lang w:val="en-US"/>
        </w:rPr>
        <w:t xml:space="preserve">: </w:t>
      </w:r>
      <w:sdt>
        <w:sdtPr>
          <w:rPr>
            <w:lang w:val="en-US"/>
          </w:rPr>
          <w:id w:val="1928075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3B68" w:rsidRPr="00B32852">
            <w:rPr>
              <w:rFonts w:ascii="MS Gothic" w:eastAsia="MS Gothic" w:hAnsi="MS Gothic" w:hint="eastAsia"/>
              <w:lang w:val="en-US"/>
            </w:rPr>
            <w:t>☐</w:t>
          </w:r>
        </w:sdtContent>
      </w:sdt>
    </w:p>
    <w:p w:rsidR="005C6F10" w:rsidRPr="00B32852" w:rsidRDefault="005C6F10" w:rsidP="00ED21A2">
      <w:pPr>
        <w:rPr>
          <w:lang w:val="en-US"/>
        </w:rPr>
      </w:pPr>
      <w:r w:rsidRPr="00B32852">
        <w:rPr>
          <w:lang w:val="en-US"/>
        </w:rPr>
        <w:t>____________________________________________________________________________________</w:t>
      </w:r>
    </w:p>
    <w:p w:rsidR="005C6F10" w:rsidRPr="00C41006" w:rsidRDefault="005662B8" w:rsidP="00ED21A2">
      <w:pPr>
        <w:rPr>
          <w:b/>
          <w:lang w:val="en-US"/>
        </w:rPr>
      </w:pPr>
      <w:r w:rsidRPr="00C41006">
        <w:rPr>
          <w:b/>
          <w:lang w:val="en-US"/>
        </w:rPr>
        <w:t>Category Theory Module</w:t>
      </w:r>
    </w:p>
    <w:p w:rsidR="005C6F10" w:rsidRPr="00C41006" w:rsidRDefault="005C6F10" w:rsidP="00D63B68">
      <w:pPr>
        <w:tabs>
          <w:tab w:val="left" w:pos="3969"/>
          <w:tab w:val="left" w:pos="7371"/>
        </w:tabs>
        <w:rPr>
          <w:sz w:val="20"/>
          <w:szCs w:val="20"/>
          <w:lang w:val="en-US"/>
        </w:rPr>
      </w:pPr>
      <w:r w:rsidRPr="00C41006">
        <w:rPr>
          <w:sz w:val="20"/>
          <w:szCs w:val="20"/>
          <w:lang w:val="en-US"/>
        </w:rPr>
        <w:t>TSM-Modul</w:t>
      </w:r>
      <w:r w:rsidR="005662B8" w:rsidRPr="00C41006">
        <w:rPr>
          <w:sz w:val="20"/>
          <w:szCs w:val="20"/>
          <w:lang w:val="en-US"/>
        </w:rPr>
        <w:t>e</w:t>
      </w:r>
      <w:r w:rsidRPr="00C41006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-1257054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41006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D63B68" w:rsidRPr="00C41006">
        <w:rPr>
          <w:sz w:val="20"/>
          <w:szCs w:val="20"/>
          <w:lang w:val="en-US"/>
        </w:rPr>
        <w:tab/>
      </w:r>
      <w:r w:rsidRPr="00C41006">
        <w:rPr>
          <w:sz w:val="20"/>
          <w:szCs w:val="20"/>
          <w:lang w:val="en-US"/>
        </w:rPr>
        <w:t>FTP-Modul</w:t>
      </w:r>
      <w:r w:rsidR="005662B8" w:rsidRPr="00C41006">
        <w:rPr>
          <w:sz w:val="20"/>
          <w:szCs w:val="20"/>
          <w:lang w:val="en-US"/>
        </w:rPr>
        <w:t>e</w:t>
      </w:r>
      <w:r w:rsidRPr="00C41006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3594067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41006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D63B68" w:rsidRPr="00C41006">
        <w:rPr>
          <w:sz w:val="20"/>
          <w:szCs w:val="20"/>
          <w:lang w:val="en-US"/>
        </w:rPr>
        <w:t xml:space="preserve"> </w:t>
      </w:r>
      <w:r w:rsidR="00D63B68" w:rsidRPr="00C41006">
        <w:rPr>
          <w:sz w:val="20"/>
          <w:szCs w:val="20"/>
          <w:lang w:val="en-US"/>
        </w:rPr>
        <w:tab/>
      </w:r>
      <w:r w:rsidRPr="00C41006">
        <w:rPr>
          <w:sz w:val="20"/>
          <w:szCs w:val="20"/>
          <w:lang w:val="en-US"/>
        </w:rPr>
        <w:t>CM-Modul</w:t>
      </w:r>
      <w:r w:rsidR="005662B8" w:rsidRPr="00C41006">
        <w:rPr>
          <w:sz w:val="20"/>
          <w:szCs w:val="20"/>
          <w:lang w:val="en-US"/>
        </w:rPr>
        <w:t>e</w:t>
      </w:r>
      <w:r w:rsidRPr="00C41006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276120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41006">
            <w:rPr>
              <w:rFonts w:ascii="Segoe UI Symbol" w:hAnsi="Segoe UI Symbol" w:cs="Segoe UI Symbol"/>
              <w:sz w:val="20"/>
              <w:szCs w:val="20"/>
              <w:lang w:val="en-US"/>
            </w:rPr>
            <w:t>☐</w:t>
          </w:r>
        </w:sdtContent>
      </w:sdt>
    </w:p>
    <w:p w:rsidR="005C6F10" w:rsidRPr="00B32852" w:rsidRDefault="005C6F10" w:rsidP="005C6F10">
      <w:pPr>
        <w:rPr>
          <w:lang w:val="en-US"/>
        </w:rPr>
      </w:pPr>
      <w:r w:rsidRPr="00B32852">
        <w:rPr>
          <w:lang w:val="en-US"/>
        </w:rPr>
        <w:t>____________________________________________________________________________________</w:t>
      </w:r>
    </w:p>
    <w:p w:rsidR="00C41006" w:rsidRPr="00C41006" w:rsidRDefault="00B84BE7" w:rsidP="00C41006">
      <w:pPr>
        <w:tabs>
          <w:tab w:val="left" w:pos="3969"/>
        </w:tabs>
        <w:rPr>
          <w:b/>
          <w:lang w:val="en-US"/>
        </w:rPr>
      </w:pPr>
      <w:r w:rsidRPr="00C41006">
        <w:rPr>
          <w:b/>
          <w:lang w:val="en-US"/>
        </w:rPr>
        <w:t xml:space="preserve">Planned </w:t>
      </w:r>
      <w:r w:rsidR="0047349B" w:rsidRPr="00C41006">
        <w:rPr>
          <w:b/>
          <w:lang w:val="en-US"/>
        </w:rPr>
        <w:t>Central L</w:t>
      </w:r>
      <w:r w:rsidRPr="00C41006">
        <w:rPr>
          <w:b/>
          <w:lang w:val="en-US"/>
        </w:rPr>
        <w:t>ocation for Theory Module</w:t>
      </w:r>
    </w:p>
    <w:p w:rsidR="00F33F84" w:rsidRPr="00235E62" w:rsidRDefault="005C6F10" w:rsidP="00B32852">
      <w:pPr>
        <w:tabs>
          <w:tab w:val="left" w:pos="980"/>
          <w:tab w:val="left" w:pos="2694"/>
          <w:tab w:val="left" w:pos="3544"/>
          <w:tab w:val="left" w:pos="5670"/>
          <w:tab w:val="left" w:pos="6946"/>
        </w:tabs>
        <w:rPr>
          <w:sz w:val="20"/>
          <w:szCs w:val="20"/>
          <w:lang w:val="en-US"/>
        </w:rPr>
      </w:pPr>
      <w:r w:rsidRPr="00235E62">
        <w:rPr>
          <w:sz w:val="20"/>
          <w:szCs w:val="20"/>
          <w:lang w:val="en-US"/>
        </w:rPr>
        <w:t>Z</w:t>
      </w:r>
      <w:r w:rsidR="001719A9">
        <w:rPr>
          <w:sz w:val="20"/>
          <w:szCs w:val="20"/>
          <w:lang w:val="en-US"/>
        </w:rPr>
        <w:t>u</w:t>
      </w:r>
      <w:r w:rsidRPr="00235E62">
        <w:rPr>
          <w:sz w:val="20"/>
          <w:szCs w:val="20"/>
          <w:lang w:val="en-US"/>
        </w:rPr>
        <w:t>rich</w:t>
      </w:r>
      <w:r w:rsidR="00C41006" w:rsidRPr="00235E62">
        <w:rPr>
          <w:sz w:val="20"/>
          <w:szCs w:val="20"/>
          <w:lang w:val="en-US"/>
        </w:rPr>
        <w:tab/>
      </w:r>
      <w:r w:rsidR="00D63B68" w:rsidRPr="00235E62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1070459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006" w:rsidRPr="00235E62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D63B68" w:rsidRPr="00235E62">
        <w:rPr>
          <w:sz w:val="20"/>
          <w:szCs w:val="20"/>
          <w:lang w:val="en-US"/>
        </w:rPr>
        <w:t xml:space="preserve"> </w:t>
      </w:r>
      <w:r w:rsidR="00D63B68" w:rsidRPr="00235E62">
        <w:rPr>
          <w:sz w:val="20"/>
          <w:szCs w:val="20"/>
          <w:lang w:val="en-US"/>
        </w:rPr>
        <w:tab/>
      </w:r>
      <w:r w:rsidR="00C41006" w:rsidRPr="00235E62">
        <w:rPr>
          <w:sz w:val="20"/>
          <w:szCs w:val="20"/>
          <w:lang w:val="en-US"/>
        </w:rPr>
        <w:t>Lugano</w:t>
      </w:r>
      <w:r w:rsidR="00F33F84" w:rsidRPr="00235E62">
        <w:rPr>
          <w:sz w:val="20"/>
          <w:szCs w:val="20"/>
          <w:lang w:val="en-US"/>
        </w:rPr>
        <w:tab/>
      </w:r>
      <w:r w:rsidR="00C41006" w:rsidRPr="00235E62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-309790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1006" w:rsidRPr="00235E62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C41006" w:rsidRPr="00235E62">
        <w:rPr>
          <w:sz w:val="20"/>
          <w:szCs w:val="20"/>
          <w:lang w:val="en-US"/>
        </w:rPr>
        <w:t xml:space="preserve"> </w:t>
      </w:r>
      <w:r w:rsidR="00C41006" w:rsidRPr="00235E62">
        <w:rPr>
          <w:sz w:val="20"/>
          <w:szCs w:val="20"/>
          <w:lang w:val="en-US"/>
        </w:rPr>
        <w:tab/>
        <w:t>Lausanne</w:t>
      </w:r>
      <w:r w:rsidR="00F33F84" w:rsidRPr="00235E62">
        <w:rPr>
          <w:sz w:val="20"/>
          <w:szCs w:val="20"/>
          <w:lang w:val="en-US"/>
        </w:rPr>
        <w:tab/>
      </w:r>
      <w:r w:rsidR="00C41006" w:rsidRPr="00235E62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  <w:lang w:val="en-US"/>
          </w:rPr>
          <w:id w:val="1304814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3F84" w:rsidRPr="00235E62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="00C41006" w:rsidRPr="00235E62">
        <w:rPr>
          <w:sz w:val="20"/>
          <w:szCs w:val="20"/>
          <w:lang w:val="en-US"/>
        </w:rPr>
        <w:t xml:space="preserve">   </w:t>
      </w:r>
      <w:r w:rsidR="00C41006" w:rsidRPr="00235E62">
        <w:rPr>
          <w:sz w:val="20"/>
          <w:szCs w:val="20"/>
          <w:lang w:val="en-US"/>
        </w:rPr>
        <w:tab/>
      </w:r>
    </w:p>
    <w:p w:rsidR="005C6F10" w:rsidRPr="00B32852" w:rsidRDefault="00C41006" w:rsidP="00B32852">
      <w:pPr>
        <w:tabs>
          <w:tab w:val="left" w:pos="980"/>
          <w:tab w:val="left" w:pos="2694"/>
          <w:tab w:val="left" w:pos="3544"/>
          <w:tab w:val="left" w:pos="5670"/>
          <w:tab w:val="left" w:pos="6946"/>
        </w:tabs>
        <w:rPr>
          <w:sz w:val="20"/>
          <w:szCs w:val="20"/>
          <w:lang w:val="en-US"/>
        </w:rPr>
      </w:pPr>
      <w:r w:rsidRPr="00B32852">
        <w:rPr>
          <w:sz w:val="20"/>
          <w:szCs w:val="20"/>
          <w:lang w:val="en-US"/>
        </w:rPr>
        <w:t>Bern</w:t>
      </w:r>
      <w:r w:rsidR="00F33F84" w:rsidRPr="00B32852">
        <w:rPr>
          <w:sz w:val="20"/>
          <w:szCs w:val="20"/>
          <w:lang w:val="en-US"/>
        </w:rPr>
        <w:tab/>
      </w:r>
      <w:r w:rsidRPr="00B32852">
        <w:rPr>
          <w:sz w:val="20"/>
          <w:szCs w:val="20"/>
          <w:lang w:val="en-US"/>
        </w:rPr>
        <w:t xml:space="preserve"> </w:t>
      </w:r>
      <w:sdt>
        <w:sdtPr>
          <w:rPr>
            <w:sz w:val="20"/>
            <w:szCs w:val="20"/>
          </w:rPr>
          <w:id w:val="-969671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32852">
            <w:rPr>
              <w:rFonts w:ascii="MS Gothic" w:eastAsia="MS Gothic" w:hAnsi="MS Gothic" w:hint="eastAsia"/>
              <w:sz w:val="20"/>
              <w:szCs w:val="20"/>
              <w:lang w:val="en-US"/>
            </w:rPr>
            <w:t>☐</w:t>
          </w:r>
        </w:sdtContent>
      </w:sdt>
      <w:r w:rsidRPr="00B32852">
        <w:rPr>
          <w:sz w:val="20"/>
          <w:szCs w:val="20"/>
          <w:lang w:val="en-US"/>
        </w:rPr>
        <w:t xml:space="preserve">  </w:t>
      </w:r>
      <w:r w:rsidRPr="00B32852">
        <w:rPr>
          <w:sz w:val="20"/>
          <w:szCs w:val="20"/>
          <w:lang w:val="en-US"/>
        </w:rPr>
        <w:tab/>
      </w:r>
      <w:proofErr w:type="gramStart"/>
      <w:r w:rsidR="00B32852" w:rsidRPr="00B32852">
        <w:rPr>
          <w:sz w:val="20"/>
          <w:szCs w:val="20"/>
          <w:lang w:val="en-US"/>
        </w:rPr>
        <w:t>O</w:t>
      </w:r>
      <w:r w:rsidR="00B32852">
        <w:rPr>
          <w:sz w:val="20"/>
          <w:szCs w:val="20"/>
          <w:lang w:val="en-US"/>
        </w:rPr>
        <w:t>thers</w:t>
      </w:r>
      <w:proofErr w:type="gramEnd"/>
      <w:r w:rsidR="00235E62">
        <w:rPr>
          <w:sz w:val="20"/>
          <w:szCs w:val="20"/>
          <w:lang w:val="en-US"/>
        </w:rPr>
        <w:t xml:space="preserve"> </w:t>
      </w:r>
      <w:r w:rsidR="00F33F84" w:rsidRPr="00B32852">
        <w:rPr>
          <w:sz w:val="20"/>
          <w:szCs w:val="20"/>
          <w:lang w:val="en-US"/>
        </w:rPr>
        <w:t xml:space="preserve">(e.g. local profiles): </w:t>
      </w:r>
      <w:sdt>
        <w:sdtPr>
          <w:rPr>
            <w:spacing w:val="-10"/>
            <w:sz w:val="20"/>
            <w:szCs w:val="20"/>
          </w:rPr>
          <w:id w:val="1440645723"/>
          <w:placeholder>
            <w:docPart w:val="D27AD4612A05462D9A67A8422E841DF4"/>
          </w:placeholder>
          <w:showingPlcHdr/>
          <w:text/>
        </w:sdtPr>
        <w:sdtEndPr>
          <w:rPr>
            <w:spacing w:val="0"/>
          </w:rPr>
        </w:sdtEndPr>
        <w:sdtContent>
          <w:r w:rsidR="00B32852" w:rsidRPr="00235E62">
            <w:rPr>
              <w:rStyle w:val="Platzhaltertext"/>
              <w:spacing w:val="-10"/>
              <w:sz w:val="18"/>
              <w:szCs w:val="18"/>
              <w:u w:val="single"/>
              <w:lang w:val="en-US"/>
            </w:rPr>
            <w:t>Insert the name oft</w:t>
          </w:r>
          <w:r w:rsidR="00235E62" w:rsidRPr="00235E62">
            <w:rPr>
              <w:rStyle w:val="Platzhaltertext"/>
              <w:spacing w:val="-10"/>
              <w:sz w:val="18"/>
              <w:szCs w:val="18"/>
              <w:u w:val="single"/>
              <w:lang w:val="en-US"/>
            </w:rPr>
            <w:t xml:space="preserve"> he location where the module might be</w:t>
          </w:r>
          <w:r w:rsidR="00B32852" w:rsidRPr="00235E62">
            <w:rPr>
              <w:rStyle w:val="Platzhaltertext"/>
              <w:spacing w:val="-10"/>
              <w:sz w:val="18"/>
              <w:szCs w:val="18"/>
              <w:u w:val="single"/>
              <w:lang w:val="en-US"/>
            </w:rPr>
            <w:t xml:space="preserve"> taught</w:t>
          </w:r>
          <w:r w:rsidR="00F33F84" w:rsidRPr="00235E62">
            <w:rPr>
              <w:rStyle w:val="Platzhaltertext"/>
              <w:spacing w:val="-10"/>
              <w:sz w:val="18"/>
              <w:szCs w:val="18"/>
              <w:u w:val="single"/>
              <w:lang w:val="en-US"/>
            </w:rPr>
            <w:t>.</w:t>
          </w:r>
        </w:sdtContent>
      </w:sdt>
    </w:p>
    <w:p w:rsidR="005C6F10" w:rsidRPr="00235E62" w:rsidRDefault="005C6F10" w:rsidP="00ED21A2">
      <w:pPr>
        <w:rPr>
          <w:lang w:val="en-US"/>
        </w:rPr>
      </w:pPr>
      <w:r w:rsidRPr="00235E62">
        <w:rPr>
          <w:lang w:val="en-US"/>
        </w:rPr>
        <w:t>____________________________________________________________________________________</w:t>
      </w:r>
    </w:p>
    <w:p w:rsidR="005C6F10" w:rsidRPr="00235E62" w:rsidRDefault="00B84BE7" w:rsidP="005C6F10">
      <w:pPr>
        <w:rPr>
          <w:b/>
          <w:lang w:val="en-US"/>
        </w:rPr>
      </w:pPr>
      <w:r w:rsidRPr="00235E62">
        <w:rPr>
          <w:b/>
          <w:lang w:val="en-US"/>
        </w:rPr>
        <w:t>Pre</w:t>
      </w:r>
      <w:r w:rsidR="0047349B" w:rsidRPr="00235E62">
        <w:rPr>
          <w:b/>
          <w:lang w:val="en-US"/>
        </w:rPr>
        <w:t>-</w:t>
      </w:r>
      <w:r w:rsidRPr="00235E62">
        <w:rPr>
          <w:b/>
          <w:lang w:val="en-US"/>
        </w:rPr>
        <w:t>requisites</w:t>
      </w:r>
    </w:p>
    <w:sdt>
      <w:sdtPr>
        <w:rPr>
          <w:sz w:val="20"/>
          <w:szCs w:val="20"/>
        </w:rPr>
        <w:id w:val="1053891056"/>
        <w:placeholder>
          <w:docPart w:val="B671B98A5A7741FE9834F119976DF8B8"/>
        </w:placeholder>
        <w:showingPlcHdr/>
      </w:sdtPr>
      <w:sdtEndPr/>
      <w:sdtContent>
        <w:p w:rsidR="005C6F10" w:rsidRPr="00B32852" w:rsidRDefault="00B32852" w:rsidP="00C41006">
          <w:pPr>
            <w:spacing w:after="60"/>
            <w:rPr>
              <w:sz w:val="20"/>
              <w:szCs w:val="20"/>
              <w:lang w:val="en-US"/>
            </w:rPr>
          </w:pPr>
          <w:r w:rsidRPr="00B32852">
            <w:rPr>
              <w:rStyle w:val="Platzhaltertext"/>
              <w:sz w:val="20"/>
              <w:szCs w:val="20"/>
              <w:lang w:val="en-US"/>
            </w:rPr>
            <w:t>List pre-requisites if needed</w:t>
          </w:r>
          <w:r w:rsidR="00C41006"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sdtContent>
    </w:sdt>
    <w:p w:rsidR="005C6F10" w:rsidRPr="00235E62" w:rsidRDefault="005C6F10" w:rsidP="005C6F10">
      <w:pPr>
        <w:rPr>
          <w:lang w:val="en-US"/>
        </w:rPr>
      </w:pPr>
      <w:r w:rsidRPr="00235E62">
        <w:rPr>
          <w:lang w:val="en-US"/>
        </w:rPr>
        <w:t>____________________________________________________________________________________</w:t>
      </w:r>
    </w:p>
    <w:p w:rsidR="005C6F10" w:rsidRPr="00235E62" w:rsidRDefault="00B84BE7" w:rsidP="005C6F10">
      <w:pPr>
        <w:rPr>
          <w:b/>
          <w:lang w:val="en-US"/>
        </w:rPr>
      </w:pPr>
      <w:r w:rsidRPr="00235E62">
        <w:rPr>
          <w:b/>
          <w:lang w:val="en-US"/>
        </w:rPr>
        <w:t>Aims</w:t>
      </w:r>
    </w:p>
    <w:sdt>
      <w:sdtPr>
        <w:rPr>
          <w:sz w:val="20"/>
          <w:szCs w:val="20"/>
        </w:rPr>
        <w:id w:val="1738215406"/>
        <w:placeholder>
          <w:docPart w:val="4CBB3743942746E29713B3A77203ECAF"/>
        </w:placeholder>
        <w:showingPlcHdr/>
      </w:sdtPr>
      <w:sdtEndPr/>
      <w:sdtContent>
        <w:p w:rsidR="00C41006" w:rsidRPr="00B32852" w:rsidRDefault="00B32852" w:rsidP="00C41006">
          <w:pPr>
            <w:spacing w:after="60"/>
            <w:rPr>
              <w:sz w:val="20"/>
              <w:szCs w:val="20"/>
              <w:lang w:val="en-US"/>
            </w:rPr>
          </w:pPr>
          <w:r w:rsidRPr="00B32852">
            <w:rPr>
              <w:rStyle w:val="Platzhaltertext"/>
              <w:sz w:val="20"/>
              <w:szCs w:val="20"/>
              <w:lang w:val="en-US"/>
            </w:rPr>
            <w:t>Explain the aims of</w:t>
          </w:r>
          <w:r w:rsidR="001719A9">
            <w:rPr>
              <w:rStyle w:val="Platzhaltertext"/>
              <w:sz w:val="20"/>
              <w:szCs w:val="20"/>
              <w:lang w:val="en-US"/>
            </w:rPr>
            <w:t xml:space="preserve"> </w:t>
          </w:r>
          <w:r w:rsidRPr="00B32852">
            <w:rPr>
              <w:rStyle w:val="Platzhaltertext"/>
              <w:sz w:val="20"/>
              <w:szCs w:val="20"/>
              <w:lang w:val="en-US"/>
            </w:rPr>
            <w:t>the module</w:t>
          </w:r>
          <w:r w:rsidR="00C41006"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sdtContent>
    </w:sdt>
    <w:p w:rsidR="005C6F10" w:rsidRPr="00235E62" w:rsidRDefault="005C6F10" w:rsidP="005C6F10">
      <w:pPr>
        <w:rPr>
          <w:lang w:val="en-US"/>
        </w:rPr>
      </w:pPr>
      <w:r w:rsidRPr="00235E62">
        <w:rPr>
          <w:lang w:val="en-US"/>
        </w:rPr>
        <w:t>____________________________________________________________________________________</w:t>
      </w:r>
    </w:p>
    <w:p w:rsidR="00EB0604" w:rsidRPr="00235E62" w:rsidRDefault="00B84BE7" w:rsidP="005C6F10">
      <w:pPr>
        <w:rPr>
          <w:b/>
          <w:lang w:val="en-US"/>
        </w:rPr>
      </w:pPr>
      <w:r w:rsidRPr="00235E62">
        <w:rPr>
          <w:b/>
          <w:lang w:val="en-US"/>
        </w:rPr>
        <w:t>Content (keywords)</w:t>
      </w:r>
    </w:p>
    <w:sdt>
      <w:sdtPr>
        <w:rPr>
          <w:sz w:val="20"/>
          <w:szCs w:val="20"/>
        </w:rPr>
        <w:id w:val="-1320108770"/>
        <w:placeholder>
          <w:docPart w:val="76DC6CA2A60643A08749ED19566E02CB"/>
        </w:placeholder>
        <w:showingPlcHdr/>
      </w:sdtPr>
      <w:sdtEndPr/>
      <w:sdtContent>
        <w:p w:rsidR="00C41006" w:rsidRPr="00B32852" w:rsidRDefault="00B32852" w:rsidP="00C41006">
          <w:pPr>
            <w:spacing w:after="60"/>
            <w:rPr>
              <w:sz w:val="20"/>
              <w:szCs w:val="20"/>
              <w:lang w:val="en-US"/>
            </w:rPr>
          </w:pPr>
          <w:r w:rsidRPr="00B32852">
            <w:rPr>
              <w:rStyle w:val="Platzhaltertext"/>
              <w:sz w:val="20"/>
              <w:szCs w:val="20"/>
              <w:lang w:val="en-US"/>
            </w:rPr>
            <w:t xml:space="preserve">What is the content of the module? </w:t>
          </w:r>
          <w:r>
            <w:rPr>
              <w:rStyle w:val="Platzhaltertext"/>
              <w:sz w:val="20"/>
              <w:szCs w:val="20"/>
              <w:lang w:val="en-US"/>
            </w:rPr>
            <w:t>Describe in a view words</w:t>
          </w:r>
          <w:r w:rsidR="00C41006"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sdtContent>
    </w:sdt>
    <w:p w:rsidR="00C41006" w:rsidRPr="00B32852" w:rsidRDefault="00C41006" w:rsidP="00C41006">
      <w:pPr>
        <w:rPr>
          <w:lang w:val="en-US"/>
        </w:rPr>
      </w:pPr>
      <w:r w:rsidRPr="00B32852">
        <w:rPr>
          <w:lang w:val="en-US"/>
        </w:rPr>
        <w:t>____________________________________________________________________________________</w:t>
      </w:r>
    </w:p>
    <w:p w:rsidR="00C41006" w:rsidRPr="00C41006" w:rsidRDefault="00C41006" w:rsidP="00C41006">
      <w:pPr>
        <w:spacing w:after="60"/>
        <w:rPr>
          <w:b/>
          <w:lang w:val="en-US"/>
        </w:rPr>
      </w:pPr>
      <w:r w:rsidRPr="00C41006">
        <w:rPr>
          <w:b/>
          <w:lang w:val="en-US"/>
        </w:rPr>
        <w:t>Proposal for members for the module group (voluntary)</w:t>
      </w:r>
    </w:p>
    <w:sdt>
      <w:sdtPr>
        <w:rPr>
          <w:sz w:val="20"/>
          <w:szCs w:val="20"/>
        </w:rPr>
        <w:id w:val="-2045979123"/>
        <w:placeholder>
          <w:docPart w:val="8B96536BD224413981BB25113E633EB2"/>
        </w:placeholder>
        <w:showingPlcHdr/>
      </w:sdtPr>
      <w:sdtEndPr/>
      <w:sdtContent>
        <w:p w:rsidR="00C41006" w:rsidRPr="00B32852" w:rsidRDefault="00B32852" w:rsidP="00C41006">
          <w:pPr>
            <w:spacing w:after="60"/>
            <w:rPr>
              <w:sz w:val="20"/>
              <w:szCs w:val="20"/>
              <w:lang w:val="en-US"/>
            </w:rPr>
          </w:pPr>
          <w:r w:rsidRPr="00B32852">
            <w:rPr>
              <w:rStyle w:val="Platzhaltertext"/>
              <w:sz w:val="20"/>
              <w:szCs w:val="20"/>
              <w:lang w:val="en-US"/>
            </w:rPr>
            <w:t xml:space="preserve">If you already know somebody who can teach in this module, please list the </w:t>
          </w:r>
          <w:r>
            <w:rPr>
              <w:rStyle w:val="Platzhaltertext"/>
              <w:sz w:val="20"/>
              <w:szCs w:val="20"/>
              <w:lang w:val="en-US"/>
            </w:rPr>
            <w:t xml:space="preserve">full </w:t>
          </w:r>
          <w:r w:rsidRPr="00B32852">
            <w:rPr>
              <w:rStyle w:val="Platzhaltertext"/>
              <w:sz w:val="20"/>
              <w:szCs w:val="20"/>
              <w:lang w:val="en-US"/>
            </w:rPr>
            <w:t>name and E</w:t>
          </w:r>
          <w:r>
            <w:rPr>
              <w:rStyle w:val="Platzhaltertext"/>
              <w:sz w:val="20"/>
              <w:szCs w:val="20"/>
              <w:lang w:val="en-US"/>
            </w:rPr>
            <w:t>-</w:t>
          </w:r>
          <w:r w:rsidRPr="00B32852">
            <w:rPr>
              <w:rStyle w:val="Platzhaltertext"/>
              <w:sz w:val="20"/>
              <w:szCs w:val="20"/>
              <w:lang w:val="en-US"/>
            </w:rPr>
            <w:t>mail</w:t>
          </w:r>
          <w:r>
            <w:rPr>
              <w:rStyle w:val="Platzhaltertext"/>
              <w:sz w:val="20"/>
              <w:szCs w:val="20"/>
              <w:lang w:val="en-US"/>
            </w:rPr>
            <w:t xml:space="preserve"> adress</w:t>
          </w:r>
          <w:r w:rsidR="00C41006"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sdtContent>
    </w:sdt>
    <w:p w:rsidR="00C41006" w:rsidRPr="00235E62" w:rsidRDefault="00C41006" w:rsidP="00C41006">
      <w:pPr>
        <w:rPr>
          <w:lang w:val="en-US"/>
        </w:rPr>
      </w:pPr>
      <w:r w:rsidRPr="00235E62">
        <w:rPr>
          <w:lang w:val="en-US"/>
        </w:rPr>
        <w:t>____________________________________________________________________________________</w:t>
      </w:r>
    </w:p>
    <w:p w:rsidR="00C41006" w:rsidRPr="00B32852" w:rsidRDefault="00C41006" w:rsidP="00D041B5">
      <w:pPr>
        <w:tabs>
          <w:tab w:val="left" w:pos="5529"/>
        </w:tabs>
        <w:rPr>
          <w:lang w:val="en-US"/>
        </w:rPr>
      </w:pPr>
      <w:r w:rsidRPr="00B32852">
        <w:rPr>
          <w:lang w:val="en-US"/>
        </w:rPr>
        <w:t xml:space="preserve">PCO: </w:t>
      </w:r>
      <w:sdt>
        <w:sdtPr>
          <w:alias w:val="Name PCO"/>
          <w:tag w:val="Name PCO"/>
          <w:id w:val="819007450"/>
          <w:placeholder>
            <w:docPart w:val="200175CE381A42EAB5A48DE771D7BF72"/>
          </w:placeholder>
        </w:sdtPr>
        <w:sdtEndPr/>
        <w:sdtContent>
          <w:sdt>
            <w:sdtPr>
              <w:id w:val="1021823054"/>
              <w:placeholder>
                <w:docPart w:val="FCC65D86C8EC4F86A68D0BB025E11C2F"/>
              </w:placeholder>
              <w:showingPlcHdr/>
              <w:dropDownList>
                <w:listItem w:value="Chose a Profile"/>
                <w:listItem w:displayText="Aviation" w:value="Aviation"/>
                <w:listItem w:displayText="Building Technologies" w:value="Building Technologies"/>
                <w:listItem w:displayText="Business Engineering" w:value="Business Engineering"/>
                <w:listItem w:displayText="Civil Engineering" w:value="Civil Engineering"/>
                <w:listItem w:displayText="Computer Science" w:value="Computer Science"/>
                <w:listItem w:displayText="Data Science" w:value="Data Science"/>
                <w:listItem w:displayText="Electrical Engineering" w:value="Electrical Engineering"/>
                <w:listItem w:displayText="Energy &amp; Environment" w:value="Energy &amp; Environment"/>
                <w:listItem w:displayText="Mechanical Engineering" w:value="Mechanical Engineering"/>
                <w:listItem w:displayText="Mechatronics and Automation" w:value="Mechatronics and Automation"/>
                <w:listItem w:displayText="Medical Engineering" w:value="Medical Engineering"/>
                <w:listItem w:displayText="Photonics" w:value="Photonics"/>
                <w:listItem w:displayText="Geomatics" w:value="Geomatics"/>
                <w:listItem w:displayText="Raumentwicklung und Landschaftsarchtitektur" w:value="Raumentwicklung und Landschaftsarchtitektur"/>
              </w:dropDownList>
            </w:sdtPr>
            <w:sdtEndPr/>
            <w:sdtContent>
              <w:r w:rsidR="00B32852" w:rsidRPr="00B32852">
                <w:rPr>
                  <w:rStyle w:val="Platzhaltertext"/>
                  <w:lang w:val="en-US"/>
                </w:rPr>
                <w:t>Choose your PCO</w:t>
              </w:r>
            </w:sdtContent>
          </w:sdt>
        </w:sdtContent>
      </w:sdt>
    </w:p>
    <w:p w:rsidR="00110784" w:rsidRPr="00B32852" w:rsidRDefault="00110784" w:rsidP="00D041B5">
      <w:pPr>
        <w:tabs>
          <w:tab w:val="left" w:pos="5529"/>
        </w:tabs>
        <w:rPr>
          <w:lang w:val="en-US"/>
        </w:rPr>
      </w:pPr>
      <w:r w:rsidRPr="00B32852">
        <w:rPr>
          <w:lang w:val="en-US"/>
        </w:rPr>
        <w:t xml:space="preserve">Date: </w:t>
      </w:r>
      <w:sdt>
        <w:sdtPr>
          <w:alias w:val="Date"/>
          <w:tag w:val="Date"/>
          <w:id w:val="-124547109"/>
          <w:placeholder>
            <w:docPart w:val="1BE0B8F6AA2B411296EF6909D1FFA12F"/>
          </w:placeholder>
          <w:showingPlcHdr/>
          <w:date>
            <w:dateFormat w:val="dd.MM.yyyy"/>
            <w:lid w:val="de-CH"/>
            <w:storeMappedDataAs w:val="dateTime"/>
            <w:calendar w:val="gregorian"/>
          </w:date>
        </w:sdtPr>
        <w:sdtEndPr/>
        <w:sdtContent>
          <w:r w:rsidR="00B32852" w:rsidRPr="00B32852">
            <w:rPr>
              <w:rStyle w:val="Platzhaltertext"/>
              <w:lang w:val="en-US"/>
            </w:rPr>
            <w:t>current date</w:t>
          </w:r>
          <w:r w:rsidRPr="00B32852">
            <w:rPr>
              <w:rStyle w:val="Platzhaltertext"/>
              <w:lang w:val="en-US"/>
            </w:rPr>
            <w:t>.</w:t>
          </w:r>
        </w:sdtContent>
      </w:sdt>
    </w:p>
    <w:sectPr w:rsidR="00110784" w:rsidRPr="00B32852" w:rsidSect="00CF7AB7">
      <w:headerReference w:type="default" r:id="rId9"/>
      <w:footerReference w:type="default" r:id="rId10"/>
      <w:pgSz w:w="11907" w:h="16840" w:code="9"/>
      <w:pgMar w:top="1701" w:right="567" w:bottom="1134" w:left="1021" w:header="709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4E" w:rsidRDefault="0057784E">
      <w:r>
        <w:separator/>
      </w:r>
    </w:p>
    <w:p w:rsidR="0057784E" w:rsidRDefault="0057784E"/>
    <w:p w:rsidR="0057784E" w:rsidRDefault="0057784E"/>
    <w:p w:rsidR="0057784E" w:rsidRDefault="0057784E"/>
  </w:endnote>
  <w:endnote w:type="continuationSeparator" w:id="0">
    <w:p w:rsidR="0057784E" w:rsidRDefault="0057784E">
      <w:r>
        <w:continuationSeparator/>
      </w:r>
    </w:p>
    <w:p w:rsidR="0057784E" w:rsidRDefault="0057784E"/>
    <w:p w:rsidR="0057784E" w:rsidRDefault="0057784E"/>
    <w:p w:rsidR="0057784E" w:rsidRDefault="005778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19D" w:rsidRPr="00AD6F04" w:rsidRDefault="00AD6F04" w:rsidP="003565BF">
    <w:pPr>
      <w:pStyle w:val="FusszeileNEU"/>
      <w:spacing w:before="0" w:after="0"/>
      <w:rPr>
        <w:sz w:val="18"/>
        <w:szCs w:val="18"/>
      </w:rPr>
    </w:pPr>
    <w:r w:rsidRPr="00AD6F04">
      <w:rPr>
        <w:sz w:val="18"/>
        <w:szCs w:val="18"/>
      </w:rPr>
      <w:t>MSE / KGA</w:t>
    </w:r>
    <w:r>
      <w:rPr>
        <w:sz w:val="18"/>
        <w:szCs w:val="18"/>
      </w:rPr>
      <w:t xml:space="preserve"> I 08.02.2019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4E" w:rsidRDefault="0057784E">
      <w:r>
        <w:separator/>
      </w:r>
    </w:p>
    <w:p w:rsidR="0057784E" w:rsidRDefault="0057784E"/>
    <w:p w:rsidR="0057784E" w:rsidRDefault="0057784E"/>
    <w:p w:rsidR="0057784E" w:rsidRDefault="0057784E"/>
  </w:footnote>
  <w:footnote w:type="continuationSeparator" w:id="0">
    <w:p w:rsidR="0057784E" w:rsidRDefault="0057784E">
      <w:r>
        <w:continuationSeparator/>
      </w:r>
    </w:p>
    <w:p w:rsidR="0057784E" w:rsidRDefault="0057784E"/>
    <w:p w:rsidR="0057784E" w:rsidRDefault="0057784E"/>
    <w:p w:rsidR="0057784E" w:rsidRDefault="0057784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19"/>
      <w:gridCol w:w="4681"/>
      <w:gridCol w:w="2819"/>
    </w:tblGrid>
    <w:tr w:rsidR="00041ADF" w:rsidRPr="00F065E2" w:rsidTr="00CD5537">
      <w:trPr>
        <w:cantSplit/>
        <w:trHeight w:hRule="exact" w:val="851"/>
      </w:trPr>
      <w:tc>
        <w:tcPr>
          <w:tcW w:w="1366" w:type="pct"/>
        </w:tcPr>
        <w:p w:rsidR="00041ADF" w:rsidRPr="004D5721" w:rsidRDefault="0073783F" w:rsidP="0073783F">
          <w:pPr>
            <w:spacing w:before="80" w:after="0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A497A1A" wp14:editId="2FDE116F">
                <wp:extent cx="1790065" cy="160655"/>
                <wp:effectExtent l="0" t="0" r="63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SE_PANTONE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90065" cy="1606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pct"/>
        </w:tcPr>
        <w:p w:rsidR="00EB0604" w:rsidRPr="00110784" w:rsidRDefault="00F065E2" w:rsidP="00D63B68">
          <w:pPr>
            <w:pStyle w:val="KopfzeileNEU"/>
            <w:spacing w:before="80"/>
            <w:ind w:left="-5" w:right="-66"/>
            <w:jc w:val="center"/>
            <w:rPr>
              <w:b/>
              <w:noProof/>
              <w:sz w:val="24"/>
              <w:szCs w:val="24"/>
              <w:lang w:val="en-US"/>
            </w:rPr>
          </w:pPr>
          <w:sdt>
            <w:sdtPr>
              <w:rPr>
                <w:b/>
                <w:noProof/>
                <w:sz w:val="22"/>
                <w:lang w:val="en-US"/>
              </w:rPr>
              <w:alias w:val="Title"/>
              <w:id w:val="95938489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110784" w:rsidRPr="00110784">
                <w:rPr>
                  <w:b/>
                  <w:noProof/>
                  <w:sz w:val="22"/>
                  <w:lang w:val="en-US"/>
                </w:rPr>
                <w:t>MSE Redesign - Assignment Phase 2</w:t>
              </w:r>
            </w:sdtContent>
          </w:sdt>
        </w:p>
        <w:p w:rsidR="00041ADF" w:rsidRPr="00110784" w:rsidRDefault="00235E62" w:rsidP="00F065E2">
          <w:pPr>
            <w:pStyle w:val="KopfzeileNEU"/>
            <w:spacing w:before="80"/>
            <w:ind w:left="-5" w:right="-66"/>
            <w:jc w:val="center"/>
            <w:rPr>
              <w:noProof/>
              <w:sz w:val="18"/>
              <w:szCs w:val="18"/>
              <w:lang w:val="en-US"/>
            </w:rPr>
          </w:pPr>
          <w:r>
            <w:rPr>
              <w:noProof/>
              <w:sz w:val="18"/>
              <w:szCs w:val="18"/>
              <w:lang w:val="en-US"/>
            </w:rPr>
            <w:t xml:space="preserve">Annex D </w:t>
          </w:r>
          <w:r w:rsidR="00F065E2">
            <w:rPr>
              <w:noProof/>
              <w:sz w:val="18"/>
              <w:szCs w:val="18"/>
              <w:lang w:val="en-US"/>
            </w:rPr>
            <w:t xml:space="preserve">–Template </w:t>
          </w:r>
          <w:r w:rsidR="00110784">
            <w:rPr>
              <w:rFonts w:cs="Arial"/>
              <w:noProof/>
              <w:sz w:val="18"/>
              <w:szCs w:val="18"/>
              <w:lang w:val="en-US"/>
            </w:rPr>
            <w:t>«</w:t>
          </w:r>
          <w:r w:rsidR="00110784" w:rsidRPr="00110784">
            <w:rPr>
              <w:noProof/>
              <w:sz w:val="18"/>
              <w:szCs w:val="18"/>
              <w:lang w:val="en-US"/>
            </w:rPr>
            <w:t>Modules</w:t>
          </w:r>
          <w:r w:rsidR="00F065E2">
            <w:rPr>
              <w:noProof/>
              <w:sz w:val="18"/>
              <w:szCs w:val="18"/>
              <w:lang w:val="en-US"/>
            </w:rPr>
            <w:t xml:space="preserve"> specifications</w:t>
          </w:r>
          <w:r w:rsidR="00110784">
            <w:rPr>
              <w:rFonts w:cs="Arial"/>
              <w:noProof/>
              <w:sz w:val="18"/>
              <w:szCs w:val="18"/>
              <w:lang w:val="en-US"/>
            </w:rPr>
            <w:t>»</w:t>
          </w:r>
        </w:p>
      </w:tc>
      <w:tc>
        <w:tcPr>
          <w:tcW w:w="1366" w:type="pct"/>
        </w:tcPr>
        <w:p w:rsidR="001856AF" w:rsidRPr="00110784" w:rsidRDefault="001856AF" w:rsidP="009B57DE">
          <w:pPr>
            <w:spacing w:before="80" w:after="0"/>
            <w:jc w:val="right"/>
            <w:rPr>
              <w:b/>
              <w:sz w:val="24"/>
              <w:lang w:val="en-US"/>
            </w:rPr>
          </w:pPr>
        </w:p>
      </w:tc>
    </w:tr>
  </w:tbl>
  <w:p w:rsidR="00F1519D" w:rsidRPr="00770030" w:rsidRDefault="00F1519D">
    <w:pPr>
      <w:rPr>
        <w:sz w:val="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172671E"/>
    <w:lvl w:ilvl="0">
      <w:start w:val="1"/>
      <w:numFmt w:val="decimal"/>
      <w:pStyle w:val="berschrift1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8C06D09"/>
    <w:multiLevelType w:val="multilevel"/>
    <w:tmpl w:val="19342BB6"/>
    <w:numStyleLink w:val="Nummerierung"/>
  </w:abstractNum>
  <w:abstractNum w:abstractNumId="2" w15:restartNumberingAfterBreak="0">
    <w:nsid w:val="14E96326"/>
    <w:multiLevelType w:val="multilevel"/>
    <w:tmpl w:val="19342BB6"/>
    <w:numStyleLink w:val="Nummerierung"/>
  </w:abstractNum>
  <w:abstractNum w:abstractNumId="3" w15:restartNumberingAfterBreak="0">
    <w:nsid w:val="16822797"/>
    <w:multiLevelType w:val="hybridMultilevel"/>
    <w:tmpl w:val="13CCD314"/>
    <w:lvl w:ilvl="0" w:tplc="08070011">
      <w:start w:val="1"/>
      <w:numFmt w:val="decimal"/>
      <w:lvlText w:val="%1)"/>
      <w:lvlJc w:val="left"/>
      <w:pPr>
        <w:ind w:left="360" w:hanging="360"/>
      </w:pPr>
      <w:rPr>
        <w:rFonts w:hint="default"/>
        <w:color w:val="808080" w:themeColor="background1" w:themeShade="80"/>
        <w:u w:color="808080" w:themeColor="background1" w:themeShade="80"/>
      </w:rPr>
    </w:lvl>
    <w:lvl w:ilvl="1" w:tplc="E4E8367C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5171CB"/>
    <w:multiLevelType w:val="multilevel"/>
    <w:tmpl w:val="19342BB6"/>
    <w:numStyleLink w:val="Nummerierung"/>
  </w:abstractNum>
  <w:abstractNum w:abstractNumId="5" w15:restartNumberingAfterBreak="0">
    <w:nsid w:val="33BD16C5"/>
    <w:multiLevelType w:val="multilevel"/>
    <w:tmpl w:val="19342BB6"/>
    <w:styleLink w:val="Nummerierung"/>
    <w:lvl w:ilvl="0">
      <w:start w:val="1"/>
      <w:numFmt w:val="decimal"/>
      <w:lvlText w:val="%1."/>
      <w:lvlJc w:val="left"/>
      <w:pPr>
        <w:tabs>
          <w:tab w:val="num" w:pos="3572"/>
        </w:tabs>
        <w:ind w:left="709" w:hanging="35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29"/>
        </w:tabs>
        <w:ind w:left="1066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429"/>
        </w:tabs>
        <w:ind w:left="1066" w:hanging="357"/>
      </w:pPr>
      <w:rPr>
        <w:rFonts w:ascii="Symbol" w:hAnsi="Symbol" w:hint="default"/>
        <w:color w:val="auto"/>
      </w:rPr>
    </w:lvl>
    <w:lvl w:ilvl="3">
      <w:start w:val="1"/>
      <w:numFmt w:val="bullet"/>
      <w:lvlText w:val="▪"/>
      <w:lvlJc w:val="left"/>
      <w:pPr>
        <w:tabs>
          <w:tab w:val="num" w:pos="1900"/>
        </w:tabs>
        <w:ind w:left="1900" w:hanging="471"/>
      </w:pPr>
      <w:rPr>
        <w:rFonts w:ascii="Times New Roman" w:hAnsi="Times New Roman"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6" w15:restartNumberingAfterBreak="0">
    <w:nsid w:val="4A851271"/>
    <w:multiLevelType w:val="multilevel"/>
    <w:tmpl w:val="AD1E0D38"/>
    <w:numStyleLink w:val="Aufzhlung"/>
  </w:abstractNum>
  <w:abstractNum w:abstractNumId="7" w15:restartNumberingAfterBreak="0">
    <w:nsid w:val="5FCD7AA1"/>
    <w:multiLevelType w:val="multilevel"/>
    <w:tmpl w:val="19342BB6"/>
    <w:numStyleLink w:val="Nummerierung"/>
  </w:abstractNum>
  <w:abstractNum w:abstractNumId="8" w15:restartNumberingAfterBreak="0">
    <w:nsid w:val="62534FEB"/>
    <w:multiLevelType w:val="multilevel"/>
    <w:tmpl w:val="AD1E0D38"/>
    <w:numStyleLink w:val="Aufzhlung"/>
  </w:abstractNum>
  <w:abstractNum w:abstractNumId="9" w15:restartNumberingAfterBreak="0">
    <w:nsid w:val="66C31B12"/>
    <w:multiLevelType w:val="multilevel"/>
    <w:tmpl w:val="AD1E0D38"/>
    <w:styleLink w:val="Aufzhlung"/>
    <w:lvl w:ilvl="0">
      <w:start w:val="1"/>
      <w:numFmt w:val="bullet"/>
      <w:lvlText w:val=""/>
      <w:lvlJc w:val="left"/>
      <w:pPr>
        <w:tabs>
          <w:tab w:val="num" w:pos="360"/>
        </w:tabs>
        <w:ind w:left="709" w:hanging="352"/>
      </w:pPr>
      <w:rPr>
        <w:rFonts w:ascii="Symbol" w:hAnsi="Symbol" w:hint="default"/>
        <w:color w:val="auto"/>
      </w:rPr>
    </w:lvl>
    <w:lvl w:ilvl="1">
      <w:start w:val="1"/>
      <w:numFmt w:val="bullet"/>
      <w:lvlText w:val="▪"/>
      <w:lvlJc w:val="left"/>
      <w:pPr>
        <w:tabs>
          <w:tab w:val="num" w:pos="720"/>
        </w:tabs>
        <w:ind w:left="1066" w:hanging="357"/>
      </w:pPr>
      <w:rPr>
        <w:rFonts w:ascii="Arial" w:hAnsi="Arial" w:hint="default"/>
      </w:rPr>
    </w:lvl>
    <w:lvl w:ilvl="2">
      <w:start w:val="1"/>
      <w:numFmt w:val="bullet"/>
      <w:lvlText w:val="▫"/>
      <w:lvlJc w:val="left"/>
      <w:pPr>
        <w:tabs>
          <w:tab w:val="num" w:pos="1080"/>
        </w:tabs>
        <w:ind w:left="1440" w:hanging="374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CH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6qXl04aRP7p360ekKJBNYpomRI+pZ3Dqtwu8VV9Y0fXGkn+wIxqEziInVa12ME8PagUWHL7yPwPzz441lo2LTA==" w:salt="nwFPWwbFDs0aCIyRbPhmXg=="/>
  <w:defaultTabStop w:val="709"/>
  <w:autoHyphenation/>
  <w:hyphenationZone w:val="425"/>
  <w:drawingGridHorizontalSpacing w:val="284"/>
  <w:drawingGridVerticalSpacing w:val="284"/>
  <w:displayHorizontalDrawingGridEvery w:val="0"/>
  <w:displayVerticalDrawingGridEvery w:val="0"/>
  <w:noPunctuationKerning/>
  <w:characterSpacingControl w:val="doNotCompress"/>
  <w:hdrShapeDefaults>
    <o:shapedefaults v:ext="edit" spidmax="8193" fillcolor="white" strokecolor="#5f5f5f">
      <v:fill color="white"/>
      <v:stroke color="#5f5f5f"/>
      <v:textbox style="mso-fit-shape-to-text:t" inset="1mm,0,1mm,0"/>
      <o:colormru v:ext="edit" colors="#5f5f5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4E"/>
    <w:rsid w:val="000031EF"/>
    <w:rsid w:val="00023A5A"/>
    <w:rsid w:val="00032C82"/>
    <w:rsid w:val="000353E0"/>
    <w:rsid w:val="00035926"/>
    <w:rsid w:val="00040535"/>
    <w:rsid w:val="00041ADF"/>
    <w:rsid w:val="00041ED2"/>
    <w:rsid w:val="0004567F"/>
    <w:rsid w:val="000472E5"/>
    <w:rsid w:val="00053320"/>
    <w:rsid w:val="00063052"/>
    <w:rsid w:val="00070B34"/>
    <w:rsid w:val="00071FB2"/>
    <w:rsid w:val="00075F6F"/>
    <w:rsid w:val="00076B26"/>
    <w:rsid w:val="00076BFD"/>
    <w:rsid w:val="00081D5A"/>
    <w:rsid w:val="00083E00"/>
    <w:rsid w:val="0008565C"/>
    <w:rsid w:val="000A14F3"/>
    <w:rsid w:val="000A28EA"/>
    <w:rsid w:val="000A2B08"/>
    <w:rsid w:val="000A6D61"/>
    <w:rsid w:val="000C3ED7"/>
    <w:rsid w:val="000C6EE0"/>
    <w:rsid w:val="000D0DF5"/>
    <w:rsid w:val="000D43FD"/>
    <w:rsid w:val="000D442D"/>
    <w:rsid w:val="000D4E16"/>
    <w:rsid w:val="000D6134"/>
    <w:rsid w:val="000D6580"/>
    <w:rsid w:val="000D7A4A"/>
    <w:rsid w:val="000F11BF"/>
    <w:rsid w:val="000F45B4"/>
    <w:rsid w:val="0010048E"/>
    <w:rsid w:val="00103191"/>
    <w:rsid w:val="00104980"/>
    <w:rsid w:val="00104B26"/>
    <w:rsid w:val="00105FF4"/>
    <w:rsid w:val="00106BFB"/>
    <w:rsid w:val="00110784"/>
    <w:rsid w:val="00113659"/>
    <w:rsid w:val="00113C0A"/>
    <w:rsid w:val="0011589D"/>
    <w:rsid w:val="001211E0"/>
    <w:rsid w:val="001272F5"/>
    <w:rsid w:val="001274EC"/>
    <w:rsid w:val="00131D70"/>
    <w:rsid w:val="00132133"/>
    <w:rsid w:val="00143BFD"/>
    <w:rsid w:val="001506D6"/>
    <w:rsid w:val="00153869"/>
    <w:rsid w:val="00161008"/>
    <w:rsid w:val="00161D7C"/>
    <w:rsid w:val="001621F3"/>
    <w:rsid w:val="00163907"/>
    <w:rsid w:val="001644C8"/>
    <w:rsid w:val="001648D0"/>
    <w:rsid w:val="001719A9"/>
    <w:rsid w:val="00171DD4"/>
    <w:rsid w:val="00180A5D"/>
    <w:rsid w:val="001856AF"/>
    <w:rsid w:val="00186F40"/>
    <w:rsid w:val="00190964"/>
    <w:rsid w:val="00194658"/>
    <w:rsid w:val="001B633E"/>
    <w:rsid w:val="001C3A0B"/>
    <w:rsid w:val="001D04F2"/>
    <w:rsid w:val="001D3509"/>
    <w:rsid w:val="001D73D1"/>
    <w:rsid w:val="001E5517"/>
    <w:rsid w:val="001F507E"/>
    <w:rsid w:val="002024FB"/>
    <w:rsid w:val="00203B62"/>
    <w:rsid w:val="002112AF"/>
    <w:rsid w:val="00227179"/>
    <w:rsid w:val="0022793E"/>
    <w:rsid w:val="00231D0A"/>
    <w:rsid w:val="00235B67"/>
    <w:rsid w:val="00235E62"/>
    <w:rsid w:val="00236C69"/>
    <w:rsid w:val="002460BB"/>
    <w:rsid w:val="00260F74"/>
    <w:rsid w:val="00264B09"/>
    <w:rsid w:val="002660B8"/>
    <w:rsid w:val="002770C2"/>
    <w:rsid w:val="00280817"/>
    <w:rsid w:val="002867B4"/>
    <w:rsid w:val="00287850"/>
    <w:rsid w:val="002A28A7"/>
    <w:rsid w:val="002A3BF6"/>
    <w:rsid w:val="002A4274"/>
    <w:rsid w:val="002B1541"/>
    <w:rsid w:val="002B4147"/>
    <w:rsid w:val="002D2AD1"/>
    <w:rsid w:val="002D4C9E"/>
    <w:rsid w:val="002E3AED"/>
    <w:rsid w:val="002F1892"/>
    <w:rsid w:val="002F1B72"/>
    <w:rsid w:val="002F31CD"/>
    <w:rsid w:val="00301C63"/>
    <w:rsid w:val="003025A3"/>
    <w:rsid w:val="00304034"/>
    <w:rsid w:val="00304BE8"/>
    <w:rsid w:val="003170F4"/>
    <w:rsid w:val="0032489B"/>
    <w:rsid w:val="0033270D"/>
    <w:rsid w:val="00333E89"/>
    <w:rsid w:val="00334F37"/>
    <w:rsid w:val="0033677F"/>
    <w:rsid w:val="00346361"/>
    <w:rsid w:val="00347339"/>
    <w:rsid w:val="003565BF"/>
    <w:rsid w:val="0035729F"/>
    <w:rsid w:val="00360B47"/>
    <w:rsid w:val="00372B7E"/>
    <w:rsid w:val="00372E76"/>
    <w:rsid w:val="00375471"/>
    <w:rsid w:val="00375691"/>
    <w:rsid w:val="00387E8E"/>
    <w:rsid w:val="00391FFC"/>
    <w:rsid w:val="0039448D"/>
    <w:rsid w:val="00394DD5"/>
    <w:rsid w:val="00395133"/>
    <w:rsid w:val="003A09AD"/>
    <w:rsid w:val="003A3CBA"/>
    <w:rsid w:val="003B043C"/>
    <w:rsid w:val="003B268A"/>
    <w:rsid w:val="003B6491"/>
    <w:rsid w:val="003B7027"/>
    <w:rsid w:val="003C46DA"/>
    <w:rsid w:val="003C5D74"/>
    <w:rsid w:val="003D22F4"/>
    <w:rsid w:val="003D44FA"/>
    <w:rsid w:val="003D4BC9"/>
    <w:rsid w:val="003E35CF"/>
    <w:rsid w:val="003E3F45"/>
    <w:rsid w:val="003E4DAD"/>
    <w:rsid w:val="003E64E7"/>
    <w:rsid w:val="003E6911"/>
    <w:rsid w:val="003F6926"/>
    <w:rsid w:val="00400CD6"/>
    <w:rsid w:val="0040612E"/>
    <w:rsid w:val="004074DC"/>
    <w:rsid w:val="00415AD0"/>
    <w:rsid w:val="00416585"/>
    <w:rsid w:val="00425C65"/>
    <w:rsid w:val="00426179"/>
    <w:rsid w:val="00443815"/>
    <w:rsid w:val="00446744"/>
    <w:rsid w:val="0047349B"/>
    <w:rsid w:val="00477798"/>
    <w:rsid w:val="0048090C"/>
    <w:rsid w:val="00482A36"/>
    <w:rsid w:val="00485FB2"/>
    <w:rsid w:val="00491C61"/>
    <w:rsid w:val="004921F1"/>
    <w:rsid w:val="00493B35"/>
    <w:rsid w:val="004A28AB"/>
    <w:rsid w:val="004A44AA"/>
    <w:rsid w:val="004A7904"/>
    <w:rsid w:val="004B5D22"/>
    <w:rsid w:val="004B7C95"/>
    <w:rsid w:val="004C00E2"/>
    <w:rsid w:val="004C243B"/>
    <w:rsid w:val="004C67BA"/>
    <w:rsid w:val="004D04D0"/>
    <w:rsid w:val="004D4BEA"/>
    <w:rsid w:val="004D5721"/>
    <w:rsid w:val="0050229F"/>
    <w:rsid w:val="0051168B"/>
    <w:rsid w:val="0052020A"/>
    <w:rsid w:val="0052287F"/>
    <w:rsid w:val="00522ECE"/>
    <w:rsid w:val="00523225"/>
    <w:rsid w:val="00546C90"/>
    <w:rsid w:val="00562D82"/>
    <w:rsid w:val="00563CC5"/>
    <w:rsid w:val="005662B8"/>
    <w:rsid w:val="00566BB2"/>
    <w:rsid w:val="0057784E"/>
    <w:rsid w:val="005920FC"/>
    <w:rsid w:val="005B01E3"/>
    <w:rsid w:val="005B13A0"/>
    <w:rsid w:val="005B7D59"/>
    <w:rsid w:val="005C6F10"/>
    <w:rsid w:val="005D467A"/>
    <w:rsid w:val="005D4C6B"/>
    <w:rsid w:val="005E1F73"/>
    <w:rsid w:val="005F665E"/>
    <w:rsid w:val="00613463"/>
    <w:rsid w:val="00614BA9"/>
    <w:rsid w:val="006161FE"/>
    <w:rsid w:val="0062098C"/>
    <w:rsid w:val="00621352"/>
    <w:rsid w:val="00622D4F"/>
    <w:rsid w:val="006240DC"/>
    <w:rsid w:val="006247D1"/>
    <w:rsid w:val="00626032"/>
    <w:rsid w:val="0063208F"/>
    <w:rsid w:val="006321CD"/>
    <w:rsid w:val="00634399"/>
    <w:rsid w:val="0063516A"/>
    <w:rsid w:val="00635DDD"/>
    <w:rsid w:val="00636360"/>
    <w:rsid w:val="00644FED"/>
    <w:rsid w:val="00657A92"/>
    <w:rsid w:val="00660EEB"/>
    <w:rsid w:val="00661672"/>
    <w:rsid w:val="00670519"/>
    <w:rsid w:val="00671EBB"/>
    <w:rsid w:val="006757B0"/>
    <w:rsid w:val="00680EB5"/>
    <w:rsid w:val="00683D38"/>
    <w:rsid w:val="006855DE"/>
    <w:rsid w:val="00690A46"/>
    <w:rsid w:val="00690EF9"/>
    <w:rsid w:val="006936E3"/>
    <w:rsid w:val="00694D09"/>
    <w:rsid w:val="006A1913"/>
    <w:rsid w:val="006A3C83"/>
    <w:rsid w:val="006A4F5E"/>
    <w:rsid w:val="006A54FD"/>
    <w:rsid w:val="006A740B"/>
    <w:rsid w:val="006B0A21"/>
    <w:rsid w:val="006B1851"/>
    <w:rsid w:val="006B2319"/>
    <w:rsid w:val="006B3283"/>
    <w:rsid w:val="006B638E"/>
    <w:rsid w:val="006B7375"/>
    <w:rsid w:val="006C30CD"/>
    <w:rsid w:val="006C3296"/>
    <w:rsid w:val="006C501E"/>
    <w:rsid w:val="006D1E71"/>
    <w:rsid w:val="006D4029"/>
    <w:rsid w:val="006E04A9"/>
    <w:rsid w:val="006E0C76"/>
    <w:rsid w:val="006E26EC"/>
    <w:rsid w:val="006F1E6E"/>
    <w:rsid w:val="006F1EE8"/>
    <w:rsid w:val="006F41F0"/>
    <w:rsid w:val="006F5C91"/>
    <w:rsid w:val="006F5CF3"/>
    <w:rsid w:val="00702D84"/>
    <w:rsid w:val="00706712"/>
    <w:rsid w:val="00713A9A"/>
    <w:rsid w:val="00720765"/>
    <w:rsid w:val="00725173"/>
    <w:rsid w:val="00726DEE"/>
    <w:rsid w:val="0073783F"/>
    <w:rsid w:val="007433F1"/>
    <w:rsid w:val="00756310"/>
    <w:rsid w:val="0075703E"/>
    <w:rsid w:val="00757AB9"/>
    <w:rsid w:val="00766B41"/>
    <w:rsid w:val="00770030"/>
    <w:rsid w:val="00770248"/>
    <w:rsid w:val="00770CB9"/>
    <w:rsid w:val="0077701E"/>
    <w:rsid w:val="007841A8"/>
    <w:rsid w:val="007847C1"/>
    <w:rsid w:val="007869C2"/>
    <w:rsid w:val="00797416"/>
    <w:rsid w:val="007A36A4"/>
    <w:rsid w:val="007A3704"/>
    <w:rsid w:val="007A5AAC"/>
    <w:rsid w:val="007B03D6"/>
    <w:rsid w:val="007B0D67"/>
    <w:rsid w:val="007B378B"/>
    <w:rsid w:val="007B3E3A"/>
    <w:rsid w:val="007D18E2"/>
    <w:rsid w:val="007D2B96"/>
    <w:rsid w:val="007D3258"/>
    <w:rsid w:val="007D74B0"/>
    <w:rsid w:val="007E11A8"/>
    <w:rsid w:val="007F3C66"/>
    <w:rsid w:val="008013CC"/>
    <w:rsid w:val="00804A82"/>
    <w:rsid w:val="00821325"/>
    <w:rsid w:val="00821B35"/>
    <w:rsid w:val="00822316"/>
    <w:rsid w:val="00825FC2"/>
    <w:rsid w:val="00826F6F"/>
    <w:rsid w:val="00827D75"/>
    <w:rsid w:val="00830A9A"/>
    <w:rsid w:val="00831DDB"/>
    <w:rsid w:val="00831F63"/>
    <w:rsid w:val="00832BCF"/>
    <w:rsid w:val="00834001"/>
    <w:rsid w:val="00836EA8"/>
    <w:rsid w:val="008434FB"/>
    <w:rsid w:val="0084407E"/>
    <w:rsid w:val="00850EF7"/>
    <w:rsid w:val="00852510"/>
    <w:rsid w:val="00854367"/>
    <w:rsid w:val="008570BB"/>
    <w:rsid w:val="00857712"/>
    <w:rsid w:val="008673A7"/>
    <w:rsid w:val="00870010"/>
    <w:rsid w:val="00871A08"/>
    <w:rsid w:val="00872557"/>
    <w:rsid w:val="008728CA"/>
    <w:rsid w:val="00875DE5"/>
    <w:rsid w:val="00883B5B"/>
    <w:rsid w:val="00885865"/>
    <w:rsid w:val="00885F4F"/>
    <w:rsid w:val="00891659"/>
    <w:rsid w:val="0089601B"/>
    <w:rsid w:val="00897CE3"/>
    <w:rsid w:val="008A040C"/>
    <w:rsid w:val="008A04A9"/>
    <w:rsid w:val="008B41AA"/>
    <w:rsid w:val="008C5833"/>
    <w:rsid w:val="008C6D37"/>
    <w:rsid w:val="008D1293"/>
    <w:rsid w:val="008D677A"/>
    <w:rsid w:val="008D678D"/>
    <w:rsid w:val="008E23C9"/>
    <w:rsid w:val="008F1291"/>
    <w:rsid w:val="008F18E7"/>
    <w:rsid w:val="0091108A"/>
    <w:rsid w:val="009146AA"/>
    <w:rsid w:val="00916A6B"/>
    <w:rsid w:val="00921C90"/>
    <w:rsid w:val="009249CF"/>
    <w:rsid w:val="009272C6"/>
    <w:rsid w:val="009365D8"/>
    <w:rsid w:val="009420F0"/>
    <w:rsid w:val="009645E8"/>
    <w:rsid w:val="00981BD7"/>
    <w:rsid w:val="0099030B"/>
    <w:rsid w:val="009A3F64"/>
    <w:rsid w:val="009B4DAC"/>
    <w:rsid w:val="009B57DE"/>
    <w:rsid w:val="009C062A"/>
    <w:rsid w:val="009C27AC"/>
    <w:rsid w:val="009C3161"/>
    <w:rsid w:val="009C5897"/>
    <w:rsid w:val="009D0D2E"/>
    <w:rsid w:val="009E1D6F"/>
    <w:rsid w:val="009E4B4C"/>
    <w:rsid w:val="009E70F7"/>
    <w:rsid w:val="00A028A8"/>
    <w:rsid w:val="00A062B7"/>
    <w:rsid w:val="00A06FDE"/>
    <w:rsid w:val="00A217BA"/>
    <w:rsid w:val="00A33A51"/>
    <w:rsid w:val="00A36901"/>
    <w:rsid w:val="00A4194D"/>
    <w:rsid w:val="00A42E63"/>
    <w:rsid w:val="00A43955"/>
    <w:rsid w:val="00A4525C"/>
    <w:rsid w:val="00A57188"/>
    <w:rsid w:val="00A601C7"/>
    <w:rsid w:val="00A60F3E"/>
    <w:rsid w:val="00A62D5B"/>
    <w:rsid w:val="00A65C3B"/>
    <w:rsid w:val="00A6733D"/>
    <w:rsid w:val="00A77B8B"/>
    <w:rsid w:val="00A804B6"/>
    <w:rsid w:val="00A815E0"/>
    <w:rsid w:val="00A85391"/>
    <w:rsid w:val="00A853E4"/>
    <w:rsid w:val="00A95BFA"/>
    <w:rsid w:val="00AA5197"/>
    <w:rsid w:val="00AA6244"/>
    <w:rsid w:val="00AA69A3"/>
    <w:rsid w:val="00AB6C67"/>
    <w:rsid w:val="00AC25B6"/>
    <w:rsid w:val="00AD0DFB"/>
    <w:rsid w:val="00AD6F04"/>
    <w:rsid w:val="00AE0FB0"/>
    <w:rsid w:val="00AE4C6B"/>
    <w:rsid w:val="00AF01D2"/>
    <w:rsid w:val="00AF2682"/>
    <w:rsid w:val="00AF4ECA"/>
    <w:rsid w:val="00AF5759"/>
    <w:rsid w:val="00AF6300"/>
    <w:rsid w:val="00B01A6C"/>
    <w:rsid w:val="00B02BA6"/>
    <w:rsid w:val="00B04B9D"/>
    <w:rsid w:val="00B10BAF"/>
    <w:rsid w:val="00B12028"/>
    <w:rsid w:val="00B13E57"/>
    <w:rsid w:val="00B14059"/>
    <w:rsid w:val="00B22366"/>
    <w:rsid w:val="00B32852"/>
    <w:rsid w:val="00B35DAE"/>
    <w:rsid w:val="00B378C0"/>
    <w:rsid w:val="00B405B6"/>
    <w:rsid w:val="00B54588"/>
    <w:rsid w:val="00B578CA"/>
    <w:rsid w:val="00B607EA"/>
    <w:rsid w:val="00B61978"/>
    <w:rsid w:val="00B64360"/>
    <w:rsid w:val="00B6504C"/>
    <w:rsid w:val="00B668E2"/>
    <w:rsid w:val="00B83CC2"/>
    <w:rsid w:val="00B84BE7"/>
    <w:rsid w:val="00B9020B"/>
    <w:rsid w:val="00B964BC"/>
    <w:rsid w:val="00BA531A"/>
    <w:rsid w:val="00BA69CB"/>
    <w:rsid w:val="00BA707A"/>
    <w:rsid w:val="00BB4EBA"/>
    <w:rsid w:val="00BB4FF2"/>
    <w:rsid w:val="00BB6096"/>
    <w:rsid w:val="00BC431B"/>
    <w:rsid w:val="00BC4880"/>
    <w:rsid w:val="00BE51CF"/>
    <w:rsid w:val="00BE638D"/>
    <w:rsid w:val="00BF3420"/>
    <w:rsid w:val="00C017BD"/>
    <w:rsid w:val="00C07D42"/>
    <w:rsid w:val="00C1117C"/>
    <w:rsid w:val="00C1517F"/>
    <w:rsid w:val="00C20177"/>
    <w:rsid w:val="00C41006"/>
    <w:rsid w:val="00C42C5E"/>
    <w:rsid w:val="00C44D92"/>
    <w:rsid w:val="00C45273"/>
    <w:rsid w:val="00C76621"/>
    <w:rsid w:val="00C803E1"/>
    <w:rsid w:val="00C80F12"/>
    <w:rsid w:val="00C83BF7"/>
    <w:rsid w:val="00C87B0D"/>
    <w:rsid w:val="00C91BB8"/>
    <w:rsid w:val="00C930ED"/>
    <w:rsid w:val="00CA0B1F"/>
    <w:rsid w:val="00CA252E"/>
    <w:rsid w:val="00CA7490"/>
    <w:rsid w:val="00CB3939"/>
    <w:rsid w:val="00CB5839"/>
    <w:rsid w:val="00CC6F56"/>
    <w:rsid w:val="00CC755D"/>
    <w:rsid w:val="00CC758F"/>
    <w:rsid w:val="00CD2453"/>
    <w:rsid w:val="00CD5537"/>
    <w:rsid w:val="00CD7863"/>
    <w:rsid w:val="00CE1DB3"/>
    <w:rsid w:val="00CE4AF1"/>
    <w:rsid w:val="00CE55B6"/>
    <w:rsid w:val="00CF3DE3"/>
    <w:rsid w:val="00CF66FB"/>
    <w:rsid w:val="00CF7AB7"/>
    <w:rsid w:val="00CF7E77"/>
    <w:rsid w:val="00D030AC"/>
    <w:rsid w:val="00D038BB"/>
    <w:rsid w:val="00D041B5"/>
    <w:rsid w:val="00D11591"/>
    <w:rsid w:val="00D12C1E"/>
    <w:rsid w:val="00D1515C"/>
    <w:rsid w:val="00D24DBE"/>
    <w:rsid w:val="00D251B6"/>
    <w:rsid w:val="00D3232E"/>
    <w:rsid w:val="00D40EB4"/>
    <w:rsid w:val="00D45A17"/>
    <w:rsid w:val="00D46DAC"/>
    <w:rsid w:val="00D601C0"/>
    <w:rsid w:val="00D6077A"/>
    <w:rsid w:val="00D63B68"/>
    <w:rsid w:val="00D868A3"/>
    <w:rsid w:val="00D86B15"/>
    <w:rsid w:val="00D957B5"/>
    <w:rsid w:val="00DA5DB5"/>
    <w:rsid w:val="00DB2474"/>
    <w:rsid w:val="00DB6663"/>
    <w:rsid w:val="00DB6785"/>
    <w:rsid w:val="00DC0A0F"/>
    <w:rsid w:val="00DC5446"/>
    <w:rsid w:val="00DD43CA"/>
    <w:rsid w:val="00DD5743"/>
    <w:rsid w:val="00DF2BB9"/>
    <w:rsid w:val="00DF3D0D"/>
    <w:rsid w:val="00E06B97"/>
    <w:rsid w:val="00E10E44"/>
    <w:rsid w:val="00E12070"/>
    <w:rsid w:val="00E135E1"/>
    <w:rsid w:val="00E162A5"/>
    <w:rsid w:val="00E16FAB"/>
    <w:rsid w:val="00E22275"/>
    <w:rsid w:val="00E24E04"/>
    <w:rsid w:val="00E27A7E"/>
    <w:rsid w:val="00E305F5"/>
    <w:rsid w:val="00E36B19"/>
    <w:rsid w:val="00E43CE8"/>
    <w:rsid w:val="00E45A7C"/>
    <w:rsid w:val="00E53DE3"/>
    <w:rsid w:val="00E54096"/>
    <w:rsid w:val="00E55A15"/>
    <w:rsid w:val="00E628B2"/>
    <w:rsid w:val="00E6625A"/>
    <w:rsid w:val="00E72132"/>
    <w:rsid w:val="00E722BD"/>
    <w:rsid w:val="00E73AFB"/>
    <w:rsid w:val="00E8174C"/>
    <w:rsid w:val="00E87221"/>
    <w:rsid w:val="00E90CF9"/>
    <w:rsid w:val="00E95F55"/>
    <w:rsid w:val="00EA010F"/>
    <w:rsid w:val="00EA471A"/>
    <w:rsid w:val="00EB0604"/>
    <w:rsid w:val="00EB148F"/>
    <w:rsid w:val="00EB179C"/>
    <w:rsid w:val="00EB3F7D"/>
    <w:rsid w:val="00EB55D3"/>
    <w:rsid w:val="00EB6E2A"/>
    <w:rsid w:val="00EB77C6"/>
    <w:rsid w:val="00EC2CD6"/>
    <w:rsid w:val="00ED21A2"/>
    <w:rsid w:val="00ED7D7B"/>
    <w:rsid w:val="00EE1FD9"/>
    <w:rsid w:val="00EE433A"/>
    <w:rsid w:val="00EE63CC"/>
    <w:rsid w:val="00EF3CFD"/>
    <w:rsid w:val="00EF591C"/>
    <w:rsid w:val="00EF6896"/>
    <w:rsid w:val="00EF696A"/>
    <w:rsid w:val="00F02C28"/>
    <w:rsid w:val="00F065E2"/>
    <w:rsid w:val="00F068EB"/>
    <w:rsid w:val="00F07AC6"/>
    <w:rsid w:val="00F10572"/>
    <w:rsid w:val="00F1136A"/>
    <w:rsid w:val="00F1519D"/>
    <w:rsid w:val="00F15DF7"/>
    <w:rsid w:val="00F16227"/>
    <w:rsid w:val="00F162CC"/>
    <w:rsid w:val="00F32562"/>
    <w:rsid w:val="00F33F84"/>
    <w:rsid w:val="00F37432"/>
    <w:rsid w:val="00F4079E"/>
    <w:rsid w:val="00F62018"/>
    <w:rsid w:val="00F62739"/>
    <w:rsid w:val="00F637DE"/>
    <w:rsid w:val="00F819C0"/>
    <w:rsid w:val="00F84F8A"/>
    <w:rsid w:val="00F8709F"/>
    <w:rsid w:val="00F93759"/>
    <w:rsid w:val="00F958F8"/>
    <w:rsid w:val="00FA14E4"/>
    <w:rsid w:val="00FA28FA"/>
    <w:rsid w:val="00FA6CCC"/>
    <w:rsid w:val="00FB3656"/>
    <w:rsid w:val="00FC49D3"/>
    <w:rsid w:val="00FC53E3"/>
    <w:rsid w:val="00FD5D6C"/>
    <w:rsid w:val="00FD7392"/>
    <w:rsid w:val="00FE21D8"/>
    <w:rsid w:val="00FE7B92"/>
    <w:rsid w:val="00FF0EB3"/>
    <w:rsid w:val="00FF380C"/>
    <w:rsid w:val="00FF5DB5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color="white" strokecolor="#5f5f5f">
      <v:fill color="white"/>
      <v:stroke color="#5f5f5f"/>
      <v:textbox style="mso-fit-shape-to-text:t" inset="1mm,0,1mm,0"/>
      <o:colormru v:ext="edit" colors="#5f5f5f"/>
    </o:shapedefaults>
    <o:shapelayout v:ext="edit">
      <o:idmap v:ext="edit" data="1"/>
    </o:shapelayout>
  </w:shapeDefaults>
  <w:decimalSymbol w:val="."/>
  <w:listSeparator w:val=";"/>
  <w15:docId w15:val="{BB767377-10B5-4E14-A64A-EBC398680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 w:qFormat="1"/>
    <w:lsdException w:name="footnote text" w:locked="1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99" w:unhideWhenUsed="1" w:qFormat="1"/>
    <w:lsdException w:name="FollowedHyperlink" w:locked="1" w:semiHidden="1" w:unhideWhenUsed="1"/>
    <w:lsdException w:name="Strong" w:locked="1"/>
    <w:lsdException w:name="Emphasis" w:locked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6F10"/>
    <w:pPr>
      <w:spacing w:after="120"/>
    </w:pPr>
    <w:rPr>
      <w:rFonts w:ascii="Arial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372B7E"/>
    <w:pPr>
      <w:keepNext/>
      <w:pageBreakBefore/>
      <w:numPr>
        <w:numId w:val="1"/>
      </w:numPr>
      <w:pBdr>
        <w:bottom w:val="single" w:sz="18" w:space="1" w:color="auto"/>
      </w:pBdr>
      <w:spacing w:before="240" w:line="360" w:lineRule="auto"/>
      <w:ind w:left="709" w:hanging="709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B64360"/>
    <w:pPr>
      <w:keepNext/>
      <w:numPr>
        <w:ilvl w:val="1"/>
        <w:numId w:val="1"/>
      </w:numPr>
      <w:pBdr>
        <w:bottom w:val="single" w:sz="8" w:space="1" w:color="auto"/>
      </w:pBdr>
      <w:spacing w:before="360" w:line="360" w:lineRule="auto"/>
      <w:ind w:left="709" w:hanging="709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autoRedefine/>
    <w:qFormat/>
    <w:rsid w:val="00725173"/>
    <w:pPr>
      <w:keepNext/>
      <w:numPr>
        <w:ilvl w:val="2"/>
        <w:numId w:val="1"/>
      </w:numPr>
      <w:pBdr>
        <w:bottom w:val="single" w:sz="4" w:space="1" w:color="auto"/>
      </w:pBdr>
      <w:spacing w:before="180" w:line="360" w:lineRule="auto"/>
      <w:ind w:left="709" w:hanging="709"/>
      <w:outlineLvl w:val="2"/>
    </w:pPr>
    <w:rPr>
      <w:b/>
    </w:rPr>
  </w:style>
  <w:style w:type="paragraph" w:styleId="berschrift4">
    <w:name w:val="heading 4"/>
    <w:basedOn w:val="Standard"/>
    <w:next w:val="Standard"/>
    <w:semiHidden/>
    <w:unhideWhenUsed/>
    <w:locked/>
    <w:rsid w:val="009C3161"/>
    <w:pPr>
      <w:keepNext/>
      <w:numPr>
        <w:ilvl w:val="3"/>
        <w:numId w:val="1"/>
      </w:numPr>
      <w:spacing w:before="240" w:after="60"/>
      <w:ind w:left="709" w:hanging="709"/>
      <w:outlineLvl w:val="3"/>
    </w:pPr>
    <w:rPr>
      <w:b/>
    </w:rPr>
  </w:style>
  <w:style w:type="paragraph" w:styleId="berschrift5">
    <w:name w:val="heading 5"/>
    <w:basedOn w:val="Standard"/>
    <w:next w:val="Standard"/>
    <w:semiHidden/>
    <w:unhideWhenUsed/>
    <w:locked/>
    <w:rsid w:val="009C3161"/>
    <w:pPr>
      <w:numPr>
        <w:ilvl w:val="4"/>
        <w:numId w:val="1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unhideWhenUsed/>
    <w:locked/>
    <w:rsid w:val="009C3161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unhideWhenUsed/>
    <w:locked/>
    <w:rsid w:val="009C3161"/>
    <w:pPr>
      <w:numPr>
        <w:ilvl w:val="6"/>
        <w:numId w:val="1"/>
      </w:numPr>
      <w:spacing w:before="240" w:after="60"/>
      <w:outlineLvl w:val="6"/>
    </w:pPr>
  </w:style>
  <w:style w:type="paragraph" w:styleId="berschrift8">
    <w:name w:val="heading 8"/>
    <w:basedOn w:val="Standard"/>
    <w:next w:val="Standard"/>
    <w:semiHidden/>
    <w:unhideWhenUsed/>
    <w:locked/>
    <w:rsid w:val="009C3161"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semiHidden/>
    <w:unhideWhenUsed/>
    <w:locked/>
    <w:rsid w:val="009C3161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enderungsdatum">
    <w:name w:val="Aenderungsdatum"/>
    <w:basedOn w:val="Standard"/>
    <w:next w:val="Standard"/>
    <w:semiHidden/>
    <w:locked/>
    <w:rsid w:val="00231D0A"/>
    <w:pPr>
      <w:spacing w:before="40" w:after="40"/>
    </w:pPr>
    <w:rPr>
      <w:b/>
      <w:sz w:val="24"/>
    </w:rPr>
  </w:style>
  <w:style w:type="paragraph" w:customStyle="1" w:styleId="Dokumenttitel">
    <w:name w:val="Dokumenttitel"/>
    <w:basedOn w:val="Standard"/>
    <w:next w:val="Standard"/>
    <w:semiHidden/>
    <w:locked/>
    <w:rsid w:val="007A5AAC"/>
    <w:pPr>
      <w:spacing w:before="4000" w:after="600"/>
      <w:jc w:val="center"/>
    </w:pPr>
    <w:rPr>
      <w:b/>
      <w:sz w:val="56"/>
    </w:rPr>
  </w:style>
  <w:style w:type="paragraph" w:customStyle="1" w:styleId="Versionsbezeichnung">
    <w:name w:val="Versionsbezeichnung"/>
    <w:basedOn w:val="Standard"/>
    <w:next w:val="Standard"/>
    <w:semiHidden/>
    <w:locked/>
    <w:rsid w:val="001506D6"/>
    <w:pPr>
      <w:jc w:val="right"/>
    </w:pPr>
    <w:rPr>
      <w:b/>
      <w:sz w:val="24"/>
    </w:rPr>
  </w:style>
  <w:style w:type="paragraph" w:customStyle="1" w:styleId="Aenderungsnachweis">
    <w:name w:val="Aenderungsnachweis"/>
    <w:basedOn w:val="Standard"/>
    <w:semiHidden/>
    <w:locked/>
    <w:rsid w:val="00B22366"/>
    <w:pPr>
      <w:spacing w:before="320" w:after="240"/>
    </w:pPr>
    <w:rPr>
      <w:b/>
      <w:bCs/>
      <w:sz w:val="28"/>
    </w:rPr>
  </w:style>
  <w:style w:type="paragraph" w:customStyle="1" w:styleId="Abstand144">
    <w:name w:val="Abstand144"/>
    <w:basedOn w:val="Standard"/>
    <w:semiHidden/>
    <w:locked/>
    <w:rsid w:val="005E1F73"/>
    <w:pPr>
      <w:spacing w:before="2880"/>
      <w:jc w:val="center"/>
    </w:pPr>
  </w:style>
  <w:style w:type="paragraph" w:customStyle="1" w:styleId="KopfzeileNEU">
    <w:name w:val="Kopfzeile NEU"/>
    <w:basedOn w:val="Standard"/>
    <w:semiHidden/>
    <w:locked/>
    <w:rsid w:val="00035926"/>
    <w:pPr>
      <w:widowControl w:val="0"/>
      <w:spacing w:before="60" w:after="0"/>
    </w:pPr>
    <w:rPr>
      <w:sz w:val="16"/>
    </w:rPr>
  </w:style>
  <w:style w:type="paragraph" w:customStyle="1" w:styleId="FusszeileNEU">
    <w:name w:val="Fusszeile NEU"/>
    <w:basedOn w:val="Standard"/>
    <w:semiHidden/>
    <w:locked/>
    <w:rsid w:val="00231D0A"/>
    <w:pPr>
      <w:widowControl w:val="0"/>
      <w:spacing w:before="40" w:after="40"/>
    </w:pPr>
    <w:rPr>
      <w:sz w:val="16"/>
    </w:rPr>
  </w:style>
  <w:style w:type="paragraph" w:customStyle="1" w:styleId="Inhaltsverzeichnis">
    <w:name w:val="Inhaltsverzeichnis"/>
    <w:basedOn w:val="Standard"/>
    <w:next w:val="Standard"/>
    <w:semiHidden/>
    <w:locked/>
    <w:rsid w:val="00694D09"/>
    <w:pPr>
      <w:spacing w:before="480" w:after="240"/>
    </w:pPr>
    <w:rPr>
      <w:b/>
      <w:sz w:val="28"/>
    </w:rPr>
  </w:style>
  <w:style w:type="paragraph" w:styleId="Verzeichnis1">
    <w:name w:val="toc 1"/>
    <w:basedOn w:val="Standard"/>
    <w:next w:val="Standard"/>
    <w:autoRedefine/>
    <w:uiPriority w:val="39"/>
    <w:semiHidden/>
    <w:rsid w:val="008C6D37"/>
    <w:pPr>
      <w:tabs>
        <w:tab w:val="left" w:pos="400"/>
        <w:tab w:val="right" w:leader="dot" w:pos="10309"/>
      </w:tabs>
    </w:pPr>
    <w:rPr>
      <w:b/>
    </w:rPr>
  </w:style>
  <w:style w:type="character" w:styleId="Hyperlink">
    <w:name w:val="Hyperlink"/>
    <w:basedOn w:val="Absatz-Standardschriftart"/>
    <w:uiPriority w:val="99"/>
    <w:qFormat/>
    <w:rsid w:val="00871A08"/>
    <w:rPr>
      <w:color w:val="0033CC"/>
      <w:u w:val="none"/>
    </w:rPr>
  </w:style>
  <w:style w:type="paragraph" w:styleId="Fuzeile">
    <w:name w:val="footer"/>
    <w:basedOn w:val="Standard"/>
    <w:semiHidden/>
    <w:locked/>
    <w:rsid w:val="00AE0FB0"/>
    <w:pPr>
      <w:tabs>
        <w:tab w:val="center" w:pos="4536"/>
        <w:tab w:val="right" w:pos="9072"/>
      </w:tabs>
    </w:pPr>
  </w:style>
  <w:style w:type="paragraph" w:customStyle="1" w:styleId="Maginalie">
    <w:name w:val="Maginalie"/>
    <w:basedOn w:val="Standard"/>
    <w:qFormat/>
    <w:rsid w:val="000A2B08"/>
    <w:pPr>
      <w:spacing w:before="40"/>
      <w:ind w:right="284"/>
    </w:pPr>
    <w:rPr>
      <w:b/>
      <w:sz w:val="18"/>
      <w:szCs w:val="24"/>
      <w:lang w:eastAsia="de-DE"/>
    </w:rPr>
  </w:style>
  <w:style w:type="paragraph" w:styleId="Verzeichnis2">
    <w:name w:val="toc 2"/>
    <w:basedOn w:val="Standard"/>
    <w:next w:val="Standard"/>
    <w:autoRedefine/>
    <w:uiPriority w:val="39"/>
    <w:semiHidden/>
    <w:rsid w:val="008C6D37"/>
    <w:pPr>
      <w:tabs>
        <w:tab w:val="left" w:pos="880"/>
        <w:tab w:val="right" w:leader="dot" w:pos="10309"/>
      </w:tabs>
      <w:ind w:left="227"/>
    </w:pPr>
  </w:style>
  <w:style w:type="paragraph" w:styleId="Verzeichnis3">
    <w:name w:val="toc 3"/>
    <w:basedOn w:val="Standard"/>
    <w:next w:val="Standard"/>
    <w:autoRedefine/>
    <w:uiPriority w:val="39"/>
    <w:semiHidden/>
    <w:rsid w:val="00ED21A2"/>
    <w:pPr>
      <w:tabs>
        <w:tab w:val="left" w:pos="1420"/>
        <w:tab w:val="right" w:leader="dot" w:pos="10309"/>
      </w:tabs>
      <w:ind w:left="454"/>
    </w:pPr>
  </w:style>
  <w:style w:type="paragraph" w:customStyle="1" w:styleId="Version">
    <w:name w:val="Version"/>
    <w:basedOn w:val="Versionsbezeichnung"/>
    <w:semiHidden/>
    <w:locked/>
    <w:rsid w:val="00F1136A"/>
    <w:pPr>
      <w:jc w:val="left"/>
    </w:pPr>
    <w:rPr>
      <w:szCs w:val="24"/>
    </w:rPr>
  </w:style>
  <w:style w:type="paragraph" w:styleId="Kopfzeile">
    <w:name w:val="header"/>
    <w:basedOn w:val="Standard"/>
    <w:semiHidden/>
    <w:locked/>
    <w:rsid w:val="00C017BD"/>
    <w:pPr>
      <w:tabs>
        <w:tab w:val="center" w:pos="4536"/>
        <w:tab w:val="right" w:pos="9072"/>
      </w:tabs>
    </w:pPr>
  </w:style>
  <w:style w:type="paragraph" w:styleId="Standardeinzug">
    <w:name w:val="Normal Indent"/>
    <w:basedOn w:val="Standard"/>
    <w:qFormat/>
    <w:rsid w:val="00CF3DE3"/>
    <w:pPr>
      <w:ind w:left="357"/>
    </w:pPr>
  </w:style>
  <w:style w:type="paragraph" w:customStyle="1" w:styleId="Autor">
    <w:name w:val="Autor"/>
    <w:basedOn w:val="Versionsbezeichnung"/>
    <w:semiHidden/>
    <w:locked/>
    <w:rsid w:val="003D22F4"/>
    <w:pPr>
      <w:jc w:val="left"/>
    </w:pPr>
  </w:style>
  <w:style w:type="paragraph" w:customStyle="1" w:styleId="FusszeileKuerzel">
    <w:name w:val="Fusszeile Kuerzel"/>
    <w:basedOn w:val="FusszeileNEU"/>
    <w:semiHidden/>
    <w:locked/>
    <w:rsid w:val="00CE1DB3"/>
    <w:pPr>
      <w:ind w:right="-57"/>
      <w:jc w:val="right"/>
    </w:pPr>
  </w:style>
  <w:style w:type="paragraph" w:customStyle="1" w:styleId="kuerzel">
    <w:name w:val="kuerzel"/>
    <w:basedOn w:val="Standard"/>
    <w:link w:val="kuerzelZchn"/>
    <w:semiHidden/>
    <w:locked/>
    <w:rsid w:val="00CE1DB3"/>
  </w:style>
  <w:style w:type="character" w:customStyle="1" w:styleId="kuerzelZchn">
    <w:name w:val="kuerzel Zchn"/>
    <w:basedOn w:val="Absatz-Standardschriftart"/>
    <w:link w:val="kuerzel"/>
    <w:rsid w:val="00CE1DB3"/>
    <w:rPr>
      <w:rFonts w:ascii="Arial" w:hAnsi="Arial"/>
      <w:lang w:val="de-DE" w:eastAsia="de-CH" w:bidi="ar-SA"/>
    </w:rPr>
  </w:style>
  <w:style w:type="table" w:customStyle="1" w:styleId="tableAchtung">
    <w:name w:val="table: Achtung"/>
    <w:basedOn w:val="NormaleTabelle"/>
    <w:rsid w:val="00D3232E"/>
    <w:pPr>
      <w:spacing w:before="120" w:after="120"/>
    </w:pPr>
    <w:rPr>
      <w:rFonts w:ascii="Arial" w:hAnsi="Arial"/>
    </w:rPr>
    <w:tblPr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</w:tblBorders>
    </w:tblPr>
    <w:tcPr>
      <w:shd w:val="clear" w:color="auto" w:fill="EEB9B8"/>
    </w:tcPr>
  </w:style>
  <w:style w:type="character" w:styleId="Seitenzahl">
    <w:name w:val="page number"/>
    <w:basedOn w:val="Absatz-Standardschriftart"/>
    <w:locked/>
    <w:rsid w:val="00713A9A"/>
  </w:style>
  <w:style w:type="character" w:customStyle="1" w:styleId="charHochgestellt">
    <w:name w:val="char: Hochgestellt"/>
    <w:basedOn w:val="Absatz-Standardschriftart"/>
    <w:rsid w:val="00132133"/>
    <w:rPr>
      <w:sz w:val="18"/>
      <w:vertAlign w:val="superscript"/>
    </w:rPr>
  </w:style>
  <w:style w:type="character" w:customStyle="1" w:styleId="charTiefgestellt">
    <w:name w:val="char: Tiefgestellt"/>
    <w:basedOn w:val="Absatz-Standardschriftart"/>
    <w:rsid w:val="00132133"/>
    <w:rPr>
      <w:sz w:val="18"/>
      <w:vertAlign w:val="subscript"/>
    </w:rPr>
  </w:style>
  <w:style w:type="paragraph" w:customStyle="1" w:styleId="Textbox">
    <w:name w:val="Textbox"/>
    <w:basedOn w:val="Standard"/>
    <w:rsid w:val="00B14059"/>
    <w:pPr>
      <w:spacing w:after="0"/>
    </w:pPr>
    <w:rPr>
      <w:color w:val="5F5F5F"/>
      <w:sz w:val="18"/>
      <w:szCs w:val="20"/>
    </w:rPr>
  </w:style>
  <w:style w:type="character" w:customStyle="1" w:styleId="charFett">
    <w:name w:val="char: Fett"/>
    <w:basedOn w:val="Absatz-Standardschriftart"/>
    <w:rsid w:val="00493B35"/>
    <w:rPr>
      <w:b/>
    </w:rPr>
  </w:style>
  <w:style w:type="table" w:customStyle="1" w:styleId="tablestandard">
    <w:name w:val="table: standard"/>
    <w:basedOn w:val="NormaleTabelle"/>
    <w:rsid w:val="00B964BC"/>
    <w:pPr>
      <w:spacing w:before="60"/>
    </w:pPr>
    <w:rPr>
      <w:rFonts w:ascii="Arial" w:hAnsi="Arial"/>
      <w:sz w:val="22"/>
    </w:rPr>
    <w:tblPr>
      <w:tblCellMar>
        <w:left w:w="0" w:type="dxa"/>
        <w:right w:w="0" w:type="dxa"/>
      </w:tblCellMar>
    </w:tblPr>
    <w:trPr>
      <w:cantSplit/>
    </w:trPr>
  </w:style>
  <w:style w:type="paragraph" w:customStyle="1" w:styleId="Ausrichtungrechts">
    <w:name w:val="Ausrichtung:rechts"/>
    <w:rsid w:val="00713A9A"/>
    <w:pPr>
      <w:jc w:val="right"/>
    </w:pPr>
    <w:rPr>
      <w:rFonts w:ascii="Arial" w:hAnsi="Arial"/>
      <w:sz w:val="22"/>
      <w:szCs w:val="22"/>
    </w:rPr>
  </w:style>
  <w:style w:type="paragraph" w:customStyle="1" w:styleId="Ausrichtungzentriert">
    <w:name w:val="Ausrichtung:zentriert"/>
    <w:rsid w:val="00EE1FD9"/>
    <w:pPr>
      <w:jc w:val="center"/>
    </w:pPr>
    <w:rPr>
      <w:rFonts w:ascii="Arial" w:hAnsi="Arial"/>
      <w:sz w:val="22"/>
      <w:szCs w:val="22"/>
    </w:rPr>
  </w:style>
  <w:style w:type="table" w:customStyle="1" w:styleId="tableMenuoderToolbar">
    <w:name w:val="table: Menu oder Toolbar"/>
    <w:basedOn w:val="NormaleTabelle"/>
    <w:rsid w:val="00161D7C"/>
    <w:pPr>
      <w:spacing w:before="60"/>
    </w:pPr>
    <w:rPr>
      <w:rFonts w:ascii="Arial" w:hAnsi="Arial"/>
      <w:sz w:val="22"/>
    </w:rPr>
    <w:tblPr>
      <w:tblBorders>
        <w:top w:val="single" w:sz="8" w:space="0" w:color="999999"/>
        <w:left w:val="single" w:sz="8" w:space="0" w:color="999999"/>
        <w:bottom w:val="single" w:sz="8" w:space="0" w:color="999999"/>
        <w:right w:val="single" w:sz="8" w:space="0" w:color="999999"/>
        <w:insideH w:val="single" w:sz="6" w:space="0" w:color="999999"/>
        <w:insideV w:val="single" w:sz="6" w:space="0" w:color="999999"/>
      </w:tblBorders>
      <w:tblCellMar>
        <w:left w:w="57" w:type="dxa"/>
        <w:right w:w="57" w:type="dxa"/>
      </w:tblCellMar>
    </w:tblPr>
    <w:tblStylePr w:type="firstRow">
      <w:rPr>
        <w:b/>
      </w:rPr>
      <w:tblPr/>
      <w:tcPr>
        <w:shd w:val="clear" w:color="auto" w:fill="CCCCCC"/>
      </w:tcPr>
    </w:tblStylePr>
  </w:style>
  <w:style w:type="character" w:customStyle="1" w:styleId="charNormal">
    <w:name w:val="char: Normal"/>
    <w:basedOn w:val="Absatz-Standardschriftart"/>
    <w:rsid w:val="00E628B2"/>
  </w:style>
  <w:style w:type="table" w:customStyle="1" w:styleId="tableDokument">
    <w:name w:val="table: Dokument"/>
    <w:basedOn w:val="NormaleTabelle"/>
    <w:rsid w:val="0063208F"/>
    <w:rPr>
      <w:rFonts w:ascii="Arial" w:hAnsi="Arial"/>
    </w:rPr>
    <w:tblPr>
      <w:tblStyleRowBandSize w:val="1"/>
      <w:tblStyleColBandSize w:val="1"/>
      <w:tblCellMar>
        <w:left w:w="0" w:type="dxa"/>
        <w:bottom w:w="227" w:type="dxa"/>
        <w:right w:w="0" w:type="dxa"/>
      </w:tblCellMar>
    </w:tblPr>
  </w:style>
  <w:style w:type="paragraph" w:styleId="Index1">
    <w:name w:val="index 1"/>
    <w:basedOn w:val="Standard"/>
    <w:next w:val="Standard"/>
    <w:autoRedefine/>
    <w:semiHidden/>
    <w:locked/>
    <w:rsid w:val="001506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locked/>
    <w:rsid w:val="001506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locked/>
    <w:rsid w:val="001506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locked/>
    <w:rsid w:val="001506D6"/>
    <w:pPr>
      <w:ind w:left="880" w:hanging="220"/>
    </w:pPr>
  </w:style>
  <w:style w:type="paragraph" w:styleId="Indexberschrift">
    <w:name w:val="index heading"/>
    <w:basedOn w:val="Standard"/>
    <w:next w:val="Index1"/>
    <w:semiHidden/>
    <w:locked/>
    <w:rsid w:val="001506D6"/>
    <w:rPr>
      <w:rFonts w:cs="Arial"/>
      <w:b/>
      <w:bCs/>
    </w:rPr>
  </w:style>
  <w:style w:type="paragraph" w:styleId="RGV-berschrift">
    <w:name w:val="toa heading"/>
    <w:basedOn w:val="Standard"/>
    <w:next w:val="Standard"/>
    <w:semiHidden/>
    <w:locked/>
    <w:rsid w:val="001506D6"/>
    <w:pPr>
      <w:spacing w:before="120"/>
    </w:pPr>
    <w:rPr>
      <w:rFonts w:cs="Arial"/>
      <w:b/>
      <w:bCs/>
      <w:sz w:val="24"/>
      <w:szCs w:val="24"/>
    </w:rPr>
  </w:style>
  <w:style w:type="paragraph" w:styleId="Verzeichnis4">
    <w:name w:val="toc 4"/>
    <w:basedOn w:val="Standard"/>
    <w:next w:val="Standard"/>
    <w:autoRedefine/>
    <w:semiHidden/>
    <w:locked/>
    <w:rsid w:val="001506D6"/>
    <w:pPr>
      <w:ind w:left="660"/>
    </w:pPr>
  </w:style>
  <w:style w:type="numbering" w:customStyle="1" w:styleId="Aufzhlung">
    <w:name w:val="Aufzählung"/>
    <w:basedOn w:val="KeineListe"/>
    <w:rsid w:val="00113659"/>
    <w:pPr>
      <w:numPr>
        <w:numId w:val="3"/>
      </w:numPr>
    </w:pPr>
  </w:style>
  <w:style w:type="table" w:customStyle="1" w:styleId="tableTipp">
    <w:name w:val="table: Tipp"/>
    <w:basedOn w:val="NormaleTabelle"/>
    <w:rsid w:val="00400CD6"/>
    <w:pPr>
      <w:keepNext/>
      <w:keepLines/>
      <w:spacing w:before="120" w:after="120"/>
    </w:pPr>
    <w:rPr>
      <w:rFonts w:ascii="Arial" w:hAnsi="Arial"/>
    </w:rPr>
    <w:tblPr>
      <w:tblBorders>
        <w:top w:val="single" w:sz="12" w:space="0" w:color="999999"/>
        <w:left w:val="single" w:sz="12" w:space="0" w:color="999999"/>
        <w:bottom w:val="single" w:sz="12" w:space="0" w:color="999999"/>
        <w:right w:val="single" w:sz="12" w:space="0" w:color="999999"/>
      </w:tblBorders>
      <w:tblCellMar>
        <w:left w:w="113" w:type="dxa"/>
        <w:right w:w="113" w:type="dxa"/>
      </w:tblCellMar>
    </w:tblPr>
    <w:tcPr>
      <w:shd w:val="clear" w:color="auto" w:fill="C5E1F3"/>
    </w:tcPr>
  </w:style>
  <w:style w:type="numbering" w:customStyle="1" w:styleId="Nummerierung">
    <w:name w:val="Nummerierung"/>
    <w:basedOn w:val="KeineListe"/>
    <w:rsid w:val="00113659"/>
    <w:pPr>
      <w:numPr>
        <w:numId w:val="5"/>
      </w:numPr>
    </w:pPr>
  </w:style>
  <w:style w:type="paragraph" w:styleId="Sprechblasentext">
    <w:name w:val="Balloon Text"/>
    <w:basedOn w:val="Standard"/>
    <w:link w:val="SprechblasentextZchn"/>
    <w:semiHidden/>
    <w:unhideWhenUsed/>
    <w:locked/>
    <w:rsid w:val="00395133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13463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395133"/>
    <w:rPr>
      <w:color w:val="808080"/>
    </w:rPr>
  </w:style>
  <w:style w:type="paragraph" w:styleId="Listenabsatz">
    <w:name w:val="List Paragraph"/>
    <w:basedOn w:val="Standard"/>
    <w:uiPriority w:val="34"/>
    <w:rsid w:val="00426179"/>
    <w:pPr>
      <w:ind w:left="720"/>
      <w:contextualSpacing/>
    </w:pPr>
  </w:style>
  <w:style w:type="paragraph" w:styleId="Beschriftung">
    <w:name w:val="caption"/>
    <w:basedOn w:val="Standard"/>
    <w:next w:val="Standard"/>
    <w:unhideWhenUsed/>
    <w:locked/>
    <w:rsid w:val="00644FED"/>
    <w:pPr>
      <w:spacing w:after="240"/>
    </w:pPr>
    <w:rPr>
      <w:b/>
      <w:bCs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vorlagen10\mse\0010-vor-kurz_bericht_MSE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EC6ED2800A4B7A9C2E6EC444FCD07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731D3B-8A8E-490E-8AD6-ACF46C0080BF}"/>
      </w:docPartPr>
      <w:docPartBody>
        <w:p w:rsidR="002773B0" w:rsidRDefault="00C737B8" w:rsidP="00C737B8">
          <w:pPr>
            <w:pStyle w:val="D6EC6ED2800A4B7A9C2E6EC444FCD07A4"/>
          </w:pPr>
          <w:r w:rsidRPr="001719A9">
            <w:rPr>
              <w:rStyle w:val="Platzhaltertext"/>
              <w:b/>
              <w:sz w:val="32"/>
              <w:szCs w:val="32"/>
              <w:lang w:val="en-US"/>
            </w:rPr>
            <w:t>Please insert the (planned) name of the module</w:t>
          </w:r>
        </w:p>
      </w:docPartBody>
    </w:docPart>
    <w:docPart>
      <w:docPartPr>
        <w:name w:val="1BE0B8F6AA2B411296EF6909D1FFA1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2C2B013-8C7C-416D-87D5-7A27385E4529}"/>
      </w:docPartPr>
      <w:docPartBody>
        <w:p w:rsidR="00014021" w:rsidRDefault="00C737B8" w:rsidP="00C737B8">
          <w:pPr>
            <w:pStyle w:val="1BE0B8F6AA2B411296EF6909D1FFA12F4"/>
          </w:pPr>
          <w:r w:rsidRPr="00B32852">
            <w:rPr>
              <w:rStyle w:val="Platzhaltertext"/>
              <w:lang w:val="en-US"/>
            </w:rPr>
            <w:t>current date.</w:t>
          </w:r>
        </w:p>
      </w:docPartBody>
    </w:docPart>
    <w:docPart>
      <w:docPartPr>
        <w:name w:val="4CBB3743942746E29713B3A77203EC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D0011A-C687-4C3F-ABBF-C3E7BA587921}"/>
      </w:docPartPr>
      <w:docPartBody>
        <w:p w:rsidR="00014021" w:rsidRDefault="00C737B8" w:rsidP="00C737B8">
          <w:pPr>
            <w:pStyle w:val="4CBB3743942746E29713B3A77203ECAF4"/>
          </w:pPr>
          <w:r w:rsidRPr="00B32852">
            <w:rPr>
              <w:rStyle w:val="Platzhaltertext"/>
              <w:sz w:val="20"/>
              <w:szCs w:val="20"/>
              <w:lang w:val="en-US"/>
            </w:rPr>
            <w:t>Explain the aims of</w:t>
          </w:r>
          <w:r>
            <w:rPr>
              <w:rStyle w:val="Platzhaltertext"/>
              <w:sz w:val="20"/>
              <w:szCs w:val="20"/>
              <w:lang w:val="en-US"/>
            </w:rPr>
            <w:t xml:space="preserve"> </w:t>
          </w:r>
          <w:r w:rsidRPr="00B32852">
            <w:rPr>
              <w:rStyle w:val="Platzhaltertext"/>
              <w:sz w:val="20"/>
              <w:szCs w:val="20"/>
              <w:lang w:val="en-US"/>
            </w:rPr>
            <w:t>the module.</w:t>
          </w:r>
        </w:p>
      </w:docPartBody>
    </w:docPart>
    <w:docPart>
      <w:docPartPr>
        <w:name w:val="76DC6CA2A60643A08749ED19566E02C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4F7E38-19FD-4FCF-AEFA-32115B52749D}"/>
      </w:docPartPr>
      <w:docPartBody>
        <w:p w:rsidR="00014021" w:rsidRDefault="00C737B8" w:rsidP="00C737B8">
          <w:pPr>
            <w:pStyle w:val="76DC6CA2A60643A08749ED19566E02CB4"/>
          </w:pPr>
          <w:r w:rsidRPr="00B32852">
            <w:rPr>
              <w:rStyle w:val="Platzhaltertext"/>
              <w:sz w:val="20"/>
              <w:szCs w:val="20"/>
              <w:lang w:val="en-US"/>
            </w:rPr>
            <w:t xml:space="preserve">What is the content of the module? </w:t>
          </w:r>
          <w:r>
            <w:rPr>
              <w:rStyle w:val="Platzhaltertext"/>
              <w:sz w:val="20"/>
              <w:szCs w:val="20"/>
              <w:lang w:val="en-US"/>
            </w:rPr>
            <w:t>Describe in a view words</w:t>
          </w:r>
          <w:r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docPartBody>
    </w:docPart>
    <w:docPart>
      <w:docPartPr>
        <w:name w:val="8B96536BD224413981BB25113E633E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38B238D-B956-413E-90D3-997284AC634A}"/>
      </w:docPartPr>
      <w:docPartBody>
        <w:p w:rsidR="00014021" w:rsidRDefault="00C737B8" w:rsidP="00C737B8">
          <w:pPr>
            <w:pStyle w:val="8B96536BD224413981BB25113E633EB24"/>
          </w:pPr>
          <w:r w:rsidRPr="00B32852">
            <w:rPr>
              <w:rStyle w:val="Platzhaltertext"/>
              <w:sz w:val="20"/>
              <w:szCs w:val="20"/>
              <w:lang w:val="en-US"/>
            </w:rPr>
            <w:t xml:space="preserve">If you already know somebody who can teach in this module, please list the </w:t>
          </w:r>
          <w:r>
            <w:rPr>
              <w:rStyle w:val="Platzhaltertext"/>
              <w:sz w:val="20"/>
              <w:szCs w:val="20"/>
              <w:lang w:val="en-US"/>
            </w:rPr>
            <w:t xml:space="preserve">full </w:t>
          </w:r>
          <w:r w:rsidRPr="00B32852">
            <w:rPr>
              <w:rStyle w:val="Platzhaltertext"/>
              <w:sz w:val="20"/>
              <w:szCs w:val="20"/>
              <w:lang w:val="en-US"/>
            </w:rPr>
            <w:t>name and E</w:t>
          </w:r>
          <w:r>
            <w:rPr>
              <w:rStyle w:val="Platzhaltertext"/>
              <w:sz w:val="20"/>
              <w:szCs w:val="20"/>
              <w:lang w:val="en-US"/>
            </w:rPr>
            <w:t>-</w:t>
          </w:r>
          <w:r w:rsidRPr="00B32852">
            <w:rPr>
              <w:rStyle w:val="Platzhaltertext"/>
              <w:sz w:val="20"/>
              <w:szCs w:val="20"/>
              <w:lang w:val="en-US"/>
            </w:rPr>
            <w:t>mail</w:t>
          </w:r>
          <w:r>
            <w:rPr>
              <w:rStyle w:val="Platzhaltertext"/>
              <w:sz w:val="20"/>
              <w:szCs w:val="20"/>
              <w:lang w:val="en-US"/>
            </w:rPr>
            <w:t xml:space="preserve"> adress</w:t>
          </w:r>
          <w:r w:rsidRPr="00B32852">
            <w:rPr>
              <w:rStyle w:val="Platzhaltertext"/>
              <w:sz w:val="20"/>
              <w:szCs w:val="20"/>
              <w:lang w:val="en-US"/>
            </w:rPr>
            <w:t>.</w:t>
          </w:r>
        </w:p>
      </w:docPartBody>
    </w:docPart>
    <w:docPart>
      <w:docPartPr>
        <w:name w:val="200175CE381A42EAB5A48DE771D7BF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D29FB6-00AA-4FC2-9858-F00FB4D17464}"/>
      </w:docPartPr>
      <w:docPartBody>
        <w:p w:rsidR="00014021" w:rsidRDefault="00734A84" w:rsidP="00734A84">
          <w:pPr>
            <w:pStyle w:val="200175CE381A42EAB5A48DE771D7BF72"/>
          </w:pPr>
          <w:r w:rsidRPr="00A96488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FCC65D86C8EC4F86A68D0BB025E11C2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9B5F84-7B43-4921-94D2-4560DCB60365}"/>
      </w:docPartPr>
      <w:docPartBody>
        <w:p w:rsidR="00014021" w:rsidRDefault="00C737B8" w:rsidP="00C737B8">
          <w:pPr>
            <w:pStyle w:val="FCC65D86C8EC4F86A68D0BB025E11C2F4"/>
          </w:pPr>
          <w:r w:rsidRPr="00B32852">
            <w:rPr>
              <w:rStyle w:val="Platzhaltertext"/>
              <w:lang w:val="en-US"/>
            </w:rPr>
            <w:t>Choose your PCO</w:t>
          </w:r>
        </w:p>
      </w:docPartBody>
    </w:docPart>
    <w:docPart>
      <w:docPartPr>
        <w:name w:val="D27AD4612A05462D9A67A8422E841DF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8F9579-FE79-42F9-9629-76B77064E767}"/>
      </w:docPartPr>
      <w:docPartBody>
        <w:p w:rsidR="00014021" w:rsidRDefault="00C737B8" w:rsidP="00C737B8">
          <w:pPr>
            <w:pStyle w:val="D27AD4612A05462D9A67A8422E841DF44"/>
          </w:pPr>
          <w:r w:rsidRPr="00235E62">
            <w:rPr>
              <w:rStyle w:val="Platzhaltertext"/>
              <w:spacing w:val="-10"/>
              <w:sz w:val="18"/>
              <w:szCs w:val="18"/>
              <w:u w:val="single"/>
              <w:lang w:val="en-US"/>
            </w:rPr>
            <w:t>Insert the name oft he location where the module might be taught.</w:t>
          </w:r>
        </w:p>
      </w:docPartBody>
    </w:docPart>
    <w:docPart>
      <w:docPartPr>
        <w:name w:val="746A9027F6344C2C8284910997857B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CF18B2C-B589-4A76-8FE1-BBAD8A8017C9}"/>
      </w:docPartPr>
      <w:docPartBody>
        <w:p w:rsidR="002F50DF" w:rsidRDefault="00C737B8" w:rsidP="00C737B8">
          <w:pPr>
            <w:pStyle w:val="746A9027F6344C2C8284910997857B9E3"/>
          </w:pPr>
          <w:r>
            <w:rPr>
              <w:rStyle w:val="Platzhaltertext"/>
              <w:lang w:val="en-US"/>
            </w:rPr>
            <w:t>Insert abbreviation of module if there exists</w:t>
          </w:r>
        </w:p>
      </w:docPartBody>
    </w:docPart>
    <w:docPart>
      <w:docPartPr>
        <w:name w:val="B671B98A5A7741FE9834F119976DF8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DDE6E0A-3E55-4B8C-85D8-7B65ED98CD08}"/>
      </w:docPartPr>
      <w:docPartBody>
        <w:p w:rsidR="002F50DF" w:rsidRDefault="00C737B8" w:rsidP="00C737B8">
          <w:pPr>
            <w:pStyle w:val="B671B98A5A7741FE9834F119976DF8B83"/>
          </w:pPr>
          <w:r w:rsidRPr="00B32852">
            <w:rPr>
              <w:rStyle w:val="Platzhaltertext"/>
              <w:sz w:val="20"/>
              <w:szCs w:val="20"/>
              <w:lang w:val="en-US"/>
            </w:rPr>
            <w:t>List pre-requisites if needed.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9DE"/>
    <w:rsid w:val="00014021"/>
    <w:rsid w:val="002773B0"/>
    <w:rsid w:val="002F50DF"/>
    <w:rsid w:val="005009DE"/>
    <w:rsid w:val="00734A84"/>
    <w:rsid w:val="00C7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C737B8"/>
    <w:rPr>
      <w:color w:val="808080"/>
    </w:rPr>
  </w:style>
  <w:style w:type="paragraph" w:customStyle="1" w:styleId="CFFB4ABC92A745929B37BEF3FD73A102">
    <w:name w:val="CFFB4ABC92A745929B37BEF3FD73A102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A770C15E98AD41E6A68CF5D3AFEBF8E3">
    <w:name w:val="A770C15E98AD41E6A68CF5D3AFEBF8E3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2C35898C42A417097FEFAC641523F71">
    <w:name w:val="42C35898C42A417097FEFAC641523F71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CFFB4ABC92A745929B37BEF3FD73A1021">
    <w:name w:val="CFFB4ABC92A745929B37BEF3FD73A1021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A770C15E98AD41E6A68CF5D3AFEBF8E31">
    <w:name w:val="A770C15E98AD41E6A68CF5D3AFEBF8E31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2C35898C42A417097FEFAC641523F711">
    <w:name w:val="42C35898C42A417097FEFAC641523F711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CFFB4ABC92A745929B37BEF3FD73A1022">
    <w:name w:val="CFFB4ABC92A745929B37BEF3FD73A1022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A770C15E98AD41E6A68CF5D3AFEBF8E32">
    <w:name w:val="A770C15E98AD41E6A68CF5D3AFEBF8E32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2C35898C42A417097FEFAC641523F712">
    <w:name w:val="42C35898C42A417097FEFAC641523F712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CFFB4ABC92A745929B37BEF3FD73A1023">
    <w:name w:val="CFFB4ABC92A745929B37BEF3FD73A1023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A770C15E98AD41E6A68CF5D3AFEBF8E33">
    <w:name w:val="A770C15E98AD41E6A68CF5D3AFEBF8E33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6EC6ED2800A4B7A9C2E6EC444FCD07A">
    <w:name w:val="D6EC6ED2800A4B7A9C2E6EC444FCD07A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CFFB4ABC92A745929B37BEF3FD73A1024">
    <w:name w:val="CFFB4ABC92A745929B37BEF3FD73A1024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A770C15E98AD41E6A68CF5D3AFEBF8E34">
    <w:name w:val="A770C15E98AD41E6A68CF5D3AFEBF8E34"/>
    <w:rsid w:val="005009DE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5981502DA29040529AA9C8ED490F3075">
    <w:name w:val="5981502DA29040529AA9C8ED490F3075"/>
    <w:rsid w:val="005009DE"/>
  </w:style>
  <w:style w:type="paragraph" w:customStyle="1" w:styleId="48AB12E5B52145E99651A20EDA935CD6">
    <w:name w:val="48AB12E5B52145E99651A20EDA935CD6"/>
    <w:rsid w:val="005009DE"/>
  </w:style>
  <w:style w:type="paragraph" w:customStyle="1" w:styleId="1BE0B8F6AA2B411296EF6909D1FFA12F">
    <w:name w:val="1BE0B8F6AA2B411296EF6909D1FFA12F"/>
    <w:rsid w:val="00734A84"/>
  </w:style>
  <w:style w:type="paragraph" w:customStyle="1" w:styleId="BB6448FB04094A8AA25FF0389A4A6D54">
    <w:name w:val="BB6448FB04094A8AA25FF0389A4A6D54"/>
    <w:rsid w:val="00734A84"/>
  </w:style>
  <w:style w:type="paragraph" w:customStyle="1" w:styleId="59B196CD24634D25BCF91381DB59E7B8">
    <w:name w:val="59B196CD24634D25BCF91381DB59E7B8"/>
    <w:rsid w:val="00734A84"/>
  </w:style>
  <w:style w:type="paragraph" w:customStyle="1" w:styleId="4CBB3743942746E29713B3A77203ECAF">
    <w:name w:val="4CBB3743942746E29713B3A77203ECAF"/>
    <w:rsid w:val="00734A84"/>
  </w:style>
  <w:style w:type="paragraph" w:customStyle="1" w:styleId="76DC6CA2A60643A08749ED19566E02CB">
    <w:name w:val="76DC6CA2A60643A08749ED19566E02CB"/>
    <w:rsid w:val="00734A84"/>
  </w:style>
  <w:style w:type="paragraph" w:customStyle="1" w:styleId="20EE4B339B664E419EC20BD5566C04F5">
    <w:name w:val="20EE4B339B664E419EC20BD5566C04F5"/>
    <w:rsid w:val="00734A84"/>
  </w:style>
  <w:style w:type="paragraph" w:customStyle="1" w:styleId="8B96536BD224413981BB25113E633EB2">
    <w:name w:val="8B96536BD224413981BB25113E633EB2"/>
    <w:rsid w:val="00734A84"/>
  </w:style>
  <w:style w:type="paragraph" w:customStyle="1" w:styleId="200175CE381A42EAB5A48DE771D7BF72">
    <w:name w:val="200175CE381A42EAB5A48DE771D7BF72"/>
    <w:rsid w:val="00734A84"/>
  </w:style>
  <w:style w:type="paragraph" w:customStyle="1" w:styleId="FCC65D86C8EC4F86A68D0BB025E11C2F">
    <w:name w:val="FCC65D86C8EC4F86A68D0BB025E11C2F"/>
    <w:rsid w:val="00734A84"/>
  </w:style>
  <w:style w:type="paragraph" w:customStyle="1" w:styleId="CDD3584233234E74B920EB99531E4B23">
    <w:name w:val="CDD3584233234E74B920EB99531E4B23"/>
    <w:rsid w:val="00734A84"/>
  </w:style>
  <w:style w:type="paragraph" w:customStyle="1" w:styleId="BBD8BCFD743949D6B16DAA588EEB4784">
    <w:name w:val="BBD8BCFD743949D6B16DAA588EEB4784"/>
    <w:rsid w:val="00734A84"/>
  </w:style>
  <w:style w:type="paragraph" w:customStyle="1" w:styleId="D27AD4612A05462D9A67A8422E841DF4">
    <w:name w:val="D27AD4612A05462D9A67A8422E841DF4"/>
    <w:rsid w:val="00734A84"/>
  </w:style>
  <w:style w:type="paragraph" w:customStyle="1" w:styleId="D6EC6ED2800A4B7A9C2E6EC444FCD07A1">
    <w:name w:val="D6EC6ED2800A4B7A9C2E6EC444FCD07A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46A9027F6344C2C8284910997857B9E">
    <w:name w:val="746A9027F6344C2C8284910997857B9E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27AD4612A05462D9A67A8422E841DF41">
    <w:name w:val="D27AD4612A05462D9A67A8422E841DF4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B671B98A5A7741FE9834F119976DF8B8">
    <w:name w:val="B671B98A5A7741FE9834F119976DF8B8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CBB3743942746E29713B3A77203ECAF1">
    <w:name w:val="4CBB3743942746E29713B3A77203ECAF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6DC6CA2A60643A08749ED19566E02CB1">
    <w:name w:val="76DC6CA2A60643A08749ED19566E02CB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8B96536BD224413981BB25113E633EB21">
    <w:name w:val="8B96536BD224413981BB25113E633EB2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FCC65D86C8EC4F86A68D0BB025E11C2F1">
    <w:name w:val="FCC65D86C8EC4F86A68D0BB025E11C2F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1BE0B8F6AA2B411296EF6909D1FFA12F1">
    <w:name w:val="1BE0B8F6AA2B411296EF6909D1FFA12F1"/>
    <w:rsid w:val="00014021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6EC6ED2800A4B7A9C2E6EC444FCD07A2">
    <w:name w:val="D6EC6ED2800A4B7A9C2E6EC444FCD07A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46A9027F6344C2C8284910997857B9E1">
    <w:name w:val="746A9027F6344C2C8284910997857B9E1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27AD4612A05462D9A67A8422E841DF42">
    <w:name w:val="D27AD4612A05462D9A67A8422E841DF4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B671B98A5A7741FE9834F119976DF8B81">
    <w:name w:val="B671B98A5A7741FE9834F119976DF8B81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CBB3743942746E29713B3A77203ECAF2">
    <w:name w:val="4CBB3743942746E29713B3A77203ECAF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6DC6CA2A60643A08749ED19566E02CB2">
    <w:name w:val="76DC6CA2A60643A08749ED19566E02CB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8B96536BD224413981BB25113E633EB22">
    <w:name w:val="8B96536BD224413981BB25113E633EB2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FCC65D86C8EC4F86A68D0BB025E11C2F2">
    <w:name w:val="FCC65D86C8EC4F86A68D0BB025E11C2F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1BE0B8F6AA2B411296EF6909D1FFA12F2">
    <w:name w:val="1BE0B8F6AA2B411296EF6909D1FFA12F2"/>
    <w:rsid w:val="002F50DF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6EC6ED2800A4B7A9C2E6EC444FCD07A3">
    <w:name w:val="D6EC6ED2800A4B7A9C2E6EC444FCD07A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46A9027F6344C2C8284910997857B9E2">
    <w:name w:val="746A9027F6344C2C8284910997857B9E2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27AD4612A05462D9A67A8422E841DF43">
    <w:name w:val="D27AD4612A05462D9A67A8422E841DF4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B671B98A5A7741FE9834F119976DF8B82">
    <w:name w:val="B671B98A5A7741FE9834F119976DF8B82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CBB3743942746E29713B3A77203ECAF3">
    <w:name w:val="4CBB3743942746E29713B3A77203ECAF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6DC6CA2A60643A08749ED19566E02CB3">
    <w:name w:val="76DC6CA2A60643A08749ED19566E02CB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8B96536BD224413981BB25113E633EB23">
    <w:name w:val="8B96536BD224413981BB25113E633EB2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FCC65D86C8EC4F86A68D0BB025E11C2F3">
    <w:name w:val="FCC65D86C8EC4F86A68D0BB025E11C2F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1BE0B8F6AA2B411296EF6909D1FFA12F3">
    <w:name w:val="1BE0B8F6AA2B411296EF6909D1FFA12F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6EC6ED2800A4B7A9C2E6EC444FCD07A4">
    <w:name w:val="D6EC6ED2800A4B7A9C2E6EC444FCD07A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46A9027F6344C2C8284910997857B9E3">
    <w:name w:val="746A9027F6344C2C8284910997857B9E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D27AD4612A05462D9A67A8422E841DF44">
    <w:name w:val="D27AD4612A05462D9A67A8422E841DF4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B671B98A5A7741FE9834F119976DF8B83">
    <w:name w:val="B671B98A5A7741FE9834F119976DF8B83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4CBB3743942746E29713B3A77203ECAF4">
    <w:name w:val="4CBB3743942746E29713B3A77203ECAF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76DC6CA2A60643A08749ED19566E02CB4">
    <w:name w:val="76DC6CA2A60643A08749ED19566E02CB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8B96536BD224413981BB25113E633EB24">
    <w:name w:val="8B96536BD224413981BB25113E633EB2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FCC65D86C8EC4F86A68D0BB025E11C2F4">
    <w:name w:val="FCC65D86C8EC4F86A68D0BB025E11C2F4"/>
    <w:rsid w:val="00C737B8"/>
    <w:pPr>
      <w:spacing w:after="120" w:line="240" w:lineRule="auto"/>
    </w:pPr>
    <w:rPr>
      <w:rFonts w:ascii="Arial" w:eastAsia="Times New Roman" w:hAnsi="Arial" w:cs="Times New Roman"/>
    </w:rPr>
  </w:style>
  <w:style w:type="paragraph" w:customStyle="1" w:styleId="1BE0B8F6AA2B411296EF6909D1FFA12F4">
    <w:name w:val="1BE0B8F6AA2B411296EF6909D1FFA12F4"/>
    <w:rsid w:val="00C737B8"/>
    <w:pPr>
      <w:spacing w:after="120" w:line="240" w:lineRule="auto"/>
    </w:pPr>
    <w:rPr>
      <w:rFonts w:ascii="Arial" w:eastAsia="Times New Roman" w:hAnsi="Arial" w:cs="Times New Roman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ns:customPropertyEditors xmlns:tns="http://schemas.microsoft.com/office/2006/customDocumentInformationPanel">
  <tns:showOnOpen>false</tns:showOnOpen>
  <tns:defaultPropertyEditorNamespace>Standard properties</tns:defaultPropertyEditorNamespace>
</tns:customPropertyEdito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14D9B-175E-43EE-B868-42202CE60D0F}">
  <ds:schemaRefs>
    <ds:schemaRef ds:uri="http://schemas.microsoft.com/office/2006/customDocumentInformationPanel"/>
  </ds:schemaRefs>
</ds:datastoreItem>
</file>

<file path=customXml/itemProps2.xml><?xml version="1.0" encoding="utf-8"?>
<ds:datastoreItem xmlns:ds="http://schemas.openxmlformats.org/officeDocument/2006/customXml" ds:itemID="{6B6C2FDC-0C32-4285-B62E-7FEDDB3C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0010-vor-kurz_bericht_MSE-01.dotx</Template>
  <TotalTime>0</TotalTime>
  <Pages>1</Pages>
  <Words>137</Words>
  <Characters>1304</Characters>
  <Application>Microsoft Office Word</Application>
  <DocSecurity>0</DocSecurity>
  <Lines>56</Lines>
  <Paragraphs>30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MSE Redesign - Assignment Phase 2</vt:lpstr>
      <vt:lpstr>Titel</vt:lpstr>
    </vt:vector>
  </TitlesOfParts>
  <Company>HSR Technikum Rapperswil</Company>
  <LinksUpToDate>false</LinksUpToDate>
  <CharactersWithSpaces>1411</CharactersWithSpaces>
  <SharedDoc>false</SharedDoc>
  <HLinks>
    <vt:vector size="48" baseType="variant">
      <vt:variant>
        <vt:i4>589918</vt:i4>
      </vt:variant>
      <vt:variant>
        <vt:i4>45</vt:i4>
      </vt:variant>
      <vt:variant>
        <vt:i4>0</vt:i4>
      </vt:variant>
      <vt:variant>
        <vt:i4>5</vt:i4>
      </vt:variant>
      <vt:variant>
        <vt:lpwstr>http://www.google.ch/</vt:lpwstr>
      </vt:variant>
      <vt:variant>
        <vt:lpwstr/>
      </vt:variant>
      <vt:variant>
        <vt:i4>1769532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_Toc193596764</vt:lpwstr>
      </vt:variant>
      <vt:variant>
        <vt:i4>1769532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_Toc193596763</vt:lpwstr>
      </vt:variant>
      <vt:variant>
        <vt:i4>1769532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_Toc193596762</vt:lpwstr>
      </vt:variant>
      <vt:variant>
        <vt:i4>1769532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_Toc193596761</vt:lpwstr>
      </vt:variant>
      <vt:variant>
        <vt:i4>1769532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_Toc193596760</vt:lpwstr>
      </vt:variant>
      <vt:variant>
        <vt:i4>1572924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_Toc193596759</vt:lpwstr>
      </vt:variant>
      <vt:variant>
        <vt:i4>6357032</vt:i4>
      </vt:variant>
      <vt:variant>
        <vt:i4>39</vt:i4>
      </vt:variant>
      <vt:variant>
        <vt:i4>0</vt:i4>
      </vt:variant>
      <vt:variant>
        <vt:i4>5</vt:i4>
      </vt:variant>
      <vt:variant>
        <vt:lpwstr>http://www.ipek.ch/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MSE Redesign - Assignment Phase 2</dc:title>
  <dc:creator>Kerschbaumer Gabriele</dc:creator>
  <cp:lastModifiedBy>Kerschbaumer Gabriele</cp:lastModifiedBy>
  <cp:revision>13</cp:revision>
  <cp:lastPrinted>2019-02-08T06:02:00Z</cp:lastPrinted>
  <dcterms:created xsi:type="dcterms:W3CDTF">2019-02-07T20:20:00Z</dcterms:created>
  <dcterms:modified xsi:type="dcterms:W3CDTF">2019-02-08T19:39:00Z</dcterms:modified>
</cp:coreProperties>
</file>